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C4" w:rsidRDefault="007941C4" w:rsidP="007941C4">
      <w:pPr>
        <w:pStyle w:val="3"/>
        <w:ind w:right="2"/>
        <w:jc w:val="right"/>
      </w:pPr>
      <w:bookmarkStart w:id="0" w:name="_GoBack"/>
      <w:bookmarkEnd w:id="0"/>
      <w:r>
        <w:t>Приложение</w:t>
      </w:r>
    </w:p>
    <w:p w:rsidR="007941C4" w:rsidRPr="007941C4" w:rsidRDefault="007941C4" w:rsidP="007941C4"/>
    <w:p w:rsidR="00A07E02" w:rsidRDefault="007941C4" w:rsidP="007941C4">
      <w:pPr>
        <w:pStyle w:val="3"/>
        <w:ind w:right="3971"/>
      </w:pPr>
      <w:r>
        <w:t>О соблюдении требований охраны труда и законодательства о труде при организации деятельности студенческих отрядов</w:t>
      </w:r>
    </w:p>
    <w:p w:rsidR="007941C4" w:rsidRDefault="007941C4" w:rsidP="007941C4">
      <w:pPr>
        <w:spacing w:line="280" w:lineRule="exact"/>
      </w:pPr>
    </w:p>
    <w:p w:rsidR="007A1286" w:rsidRDefault="007A1286" w:rsidP="00127131">
      <w:pPr>
        <w:ind w:firstLine="709"/>
        <w:jc w:val="both"/>
        <w:rPr>
          <w:spacing w:val="-6"/>
          <w:szCs w:val="30"/>
        </w:rPr>
      </w:pPr>
      <w:r w:rsidRPr="007A1286">
        <w:rPr>
          <w:spacing w:val="-6"/>
          <w:szCs w:val="30"/>
        </w:rPr>
        <w:t xml:space="preserve">В целях реализации государственной молодежной политики в Республике Беларусь, повышения эффективности организации временной занятости молодежи в свободное от учебы и работы время </w:t>
      </w:r>
      <w:r>
        <w:rPr>
          <w:spacing w:val="-6"/>
          <w:szCs w:val="30"/>
        </w:rPr>
        <w:t>создаются студенческие отряды.</w:t>
      </w:r>
    </w:p>
    <w:p w:rsidR="00127131" w:rsidRDefault="00D441C4" w:rsidP="005F61BF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Необходимо отметить, что в</w:t>
      </w:r>
      <w:r w:rsidR="00127131" w:rsidRPr="00127131">
        <w:rPr>
          <w:spacing w:val="-6"/>
          <w:szCs w:val="30"/>
        </w:rPr>
        <w:t xml:space="preserve">ажным моментом деятельности студенческих отрядов является </w:t>
      </w:r>
      <w:r w:rsidR="00EE038E">
        <w:rPr>
          <w:spacing w:val="-6"/>
          <w:szCs w:val="30"/>
        </w:rPr>
        <w:t>соблюдение трудовых прав участников</w:t>
      </w:r>
      <w:r w:rsidR="00EE038E" w:rsidRPr="00EE038E">
        <w:t xml:space="preserve"> </w:t>
      </w:r>
      <w:r w:rsidR="00EE038E" w:rsidRPr="00EE038E">
        <w:rPr>
          <w:spacing w:val="-6"/>
          <w:szCs w:val="30"/>
        </w:rPr>
        <w:t>студенческих отрядов</w:t>
      </w:r>
      <w:r w:rsidR="00EE038E">
        <w:rPr>
          <w:spacing w:val="-6"/>
          <w:szCs w:val="30"/>
        </w:rPr>
        <w:t xml:space="preserve"> и </w:t>
      </w:r>
      <w:r w:rsidR="00127131" w:rsidRPr="00127131">
        <w:rPr>
          <w:spacing w:val="-6"/>
          <w:szCs w:val="30"/>
        </w:rPr>
        <w:t>обеспечение безопасных условий труда.</w:t>
      </w:r>
    </w:p>
    <w:p w:rsidR="00EE038E" w:rsidRDefault="00EE038E" w:rsidP="00167610">
      <w:pPr>
        <w:ind w:firstLine="709"/>
        <w:jc w:val="both"/>
        <w:rPr>
          <w:spacing w:val="-6"/>
          <w:szCs w:val="30"/>
        </w:rPr>
      </w:pPr>
      <w:r w:rsidRPr="00EE038E">
        <w:rPr>
          <w:spacing w:val="-6"/>
          <w:szCs w:val="30"/>
        </w:rPr>
        <w:t>Привлечение к выполнению работ в организации участников студенческих отрядов должно проводиться с соблюдением требований Указа Президента Республики Беларусь «Об организации деятельности студенческих отрядов на территории Республики Беларусь» от 16 апреля 2012 </w:t>
      </w:r>
      <w:r w:rsidR="00167610">
        <w:rPr>
          <w:spacing w:val="-6"/>
          <w:szCs w:val="30"/>
        </w:rPr>
        <w:t>г. № 181 (далее - Указ),</w:t>
      </w:r>
      <w:r>
        <w:rPr>
          <w:spacing w:val="-6"/>
          <w:szCs w:val="30"/>
        </w:rPr>
        <w:t xml:space="preserve"> </w:t>
      </w:r>
      <w:r w:rsidR="007E454D" w:rsidRPr="004E054E">
        <w:rPr>
          <w:spacing w:val="-6"/>
          <w:szCs w:val="30"/>
        </w:rPr>
        <w:t>Трудов</w:t>
      </w:r>
      <w:r w:rsidR="00167610">
        <w:rPr>
          <w:spacing w:val="-6"/>
          <w:szCs w:val="30"/>
        </w:rPr>
        <w:t>ого</w:t>
      </w:r>
      <w:r w:rsidR="006F7E3B" w:rsidRPr="004E054E">
        <w:rPr>
          <w:spacing w:val="-6"/>
          <w:szCs w:val="30"/>
        </w:rPr>
        <w:t xml:space="preserve"> кодекс</w:t>
      </w:r>
      <w:r>
        <w:rPr>
          <w:spacing w:val="-6"/>
          <w:szCs w:val="30"/>
        </w:rPr>
        <w:t xml:space="preserve"> Республики Беларусь</w:t>
      </w:r>
      <w:r w:rsidR="00167610">
        <w:rPr>
          <w:spacing w:val="-6"/>
          <w:szCs w:val="30"/>
        </w:rPr>
        <w:t xml:space="preserve"> (далее - ТК)</w:t>
      </w:r>
      <w:r>
        <w:rPr>
          <w:spacing w:val="-6"/>
          <w:szCs w:val="30"/>
        </w:rPr>
        <w:t>,</w:t>
      </w:r>
      <w:r w:rsidRPr="004E054E">
        <w:rPr>
          <w:spacing w:val="-6"/>
          <w:szCs w:val="30"/>
        </w:rPr>
        <w:t xml:space="preserve"> </w:t>
      </w:r>
      <w:r w:rsidR="00126545">
        <w:rPr>
          <w:spacing w:val="-6"/>
          <w:szCs w:val="30"/>
        </w:rPr>
        <w:t xml:space="preserve">а также </w:t>
      </w:r>
      <w:r w:rsidR="0097415D" w:rsidRPr="004E054E">
        <w:rPr>
          <w:spacing w:val="-6"/>
          <w:szCs w:val="30"/>
        </w:rPr>
        <w:t>Закон</w:t>
      </w:r>
      <w:r w:rsidR="00167610">
        <w:rPr>
          <w:spacing w:val="-6"/>
          <w:szCs w:val="30"/>
        </w:rPr>
        <w:t>а</w:t>
      </w:r>
      <w:r w:rsidR="007E454D" w:rsidRPr="004E054E">
        <w:rPr>
          <w:spacing w:val="-6"/>
          <w:szCs w:val="30"/>
        </w:rPr>
        <w:t xml:space="preserve"> Республики Беларусь «Об охране труда»</w:t>
      </w:r>
      <w:r w:rsidR="00126545">
        <w:rPr>
          <w:spacing w:val="-6"/>
          <w:szCs w:val="30"/>
        </w:rPr>
        <w:t>.</w:t>
      </w:r>
    </w:p>
    <w:p w:rsidR="00D441C4" w:rsidRPr="009604C8" w:rsidRDefault="00D441C4" w:rsidP="009604C8">
      <w:pPr>
        <w:spacing w:before="120" w:line="280" w:lineRule="exact"/>
        <w:ind w:left="709" w:firstLine="709"/>
        <w:jc w:val="both"/>
        <w:rPr>
          <w:i/>
          <w:spacing w:val="-6"/>
          <w:sz w:val="28"/>
          <w:szCs w:val="28"/>
        </w:rPr>
      </w:pPr>
      <w:r w:rsidRPr="009604C8">
        <w:rPr>
          <w:i/>
          <w:spacing w:val="-6"/>
          <w:sz w:val="28"/>
          <w:szCs w:val="28"/>
        </w:rPr>
        <w:t>Справочно</w:t>
      </w:r>
      <w:r w:rsidR="009604C8" w:rsidRPr="009604C8">
        <w:rPr>
          <w:i/>
          <w:spacing w:val="-6"/>
          <w:sz w:val="28"/>
          <w:szCs w:val="28"/>
        </w:rPr>
        <w:t>.</w:t>
      </w:r>
      <w:r w:rsidRPr="009604C8">
        <w:rPr>
          <w:i/>
          <w:spacing w:val="-6"/>
          <w:sz w:val="28"/>
          <w:szCs w:val="28"/>
        </w:rPr>
        <w:t xml:space="preserve"> С 1 января 2021 г. вступает в силу (за исключением отдельных положений) Положение </w:t>
      </w:r>
      <w:r w:rsidR="009604C8" w:rsidRPr="009604C8">
        <w:rPr>
          <w:i/>
          <w:spacing w:val="-6"/>
          <w:sz w:val="28"/>
          <w:szCs w:val="28"/>
        </w:rPr>
        <w:t>о порядке организации деятельности студенческих отрядов на территории Республики Беларусь, утвержденное Указом Президента Республики Беларусь от 18 февраля 2020 г. № 58.</w:t>
      </w:r>
    </w:p>
    <w:p w:rsidR="00D441C4" w:rsidRPr="009604C8" w:rsidRDefault="009604C8" w:rsidP="009604C8">
      <w:pPr>
        <w:spacing w:after="120" w:line="280" w:lineRule="exact"/>
        <w:ind w:left="709" w:firstLine="709"/>
        <w:jc w:val="both"/>
        <w:rPr>
          <w:i/>
          <w:spacing w:val="-6"/>
          <w:szCs w:val="30"/>
        </w:rPr>
      </w:pPr>
      <w:r w:rsidRPr="009604C8">
        <w:rPr>
          <w:i/>
          <w:spacing w:val="-6"/>
          <w:sz w:val="28"/>
          <w:szCs w:val="28"/>
        </w:rPr>
        <w:t>Вышеуказанным Положением</w:t>
      </w:r>
      <w:r w:rsidR="00D441C4" w:rsidRPr="009604C8">
        <w:rPr>
          <w:i/>
          <w:spacing w:val="-6"/>
          <w:sz w:val="28"/>
          <w:szCs w:val="28"/>
        </w:rPr>
        <w:t xml:space="preserve"> определяется порядок организации деятельности студенческих отрядов на территории Республики Беларусь путем привлечения молодежи к общественно полезному труду, приобретению профессиональных и управленческих навыков.</w:t>
      </w:r>
    </w:p>
    <w:p w:rsidR="00126545" w:rsidRDefault="00167610" w:rsidP="005F61BF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П</w:t>
      </w:r>
      <w:r w:rsidR="00126545" w:rsidRPr="00126545">
        <w:rPr>
          <w:spacing w:val="-6"/>
          <w:szCs w:val="30"/>
        </w:rPr>
        <w:t>одбор видов работ для студенческих отрядов, в состав которых входят учащиеся профессионально-технического и среднего специального образования, студенты, п</w:t>
      </w:r>
      <w:r w:rsidR="00BB12A5">
        <w:rPr>
          <w:spacing w:val="-6"/>
          <w:szCs w:val="30"/>
        </w:rPr>
        <w:t>о возможности должен осуществля</w:t>
      </w:r>
      <w:r w:rsidR="00126545" w:rsidRPr="00126545">
        <w:rPr>
          <w:spacing w:val="-6"/>
          <w:szCs w:val="30"/>
        </w:rPr>
        <w:t>т</w:t>
      </w:r>
      <w:r w:rsidR="00BB12A5">
        <w:rPr>
          <w:spacing w:val="-6"/>
          <w:szCs w:val="30"/>
        </w:rPr>
        <w:t>ь</w:t>
      </w:r>
      <w:r w:rsidR="00126545" w:rsidRPr="00126545">
        <w:rPr>
          <w:spacing w:val="-6"/>
          <w:szCs w:val="30"/>
        </w:rPr>
        <w:t>ся с учетом профиля их подготовки.</w:t>
      </w:r>
    </w:p>
    <w:p w:rsidR="00AF687F" w:rsidRDefault="00167610" w:rsidP="00167610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 xml:space="preserve">Необходимо отметить, что </w:t>
      </w:r>
      <w:r w:rsidR="00126545" w:rsidRPr="00126545">
        <w:rPr>
          <w:spacing w:val="-6"/>
          <w:szCs w:val="30"/>
        </w:rPr>
        <w:t xml:space="preserve">учреждения образования, общественное объединение «Белорусский республиканский союз молодежи» </w:t>
      </w:r>
      <w:r w:rsidR="00BB12A5">
        <w:rPr>
          <w:spacing w:val="-6"/>
          <w:szCs w:val="30"/>
        </w:rPr>
        <w:t>и его организационные структуры</w:t>
      </w:r>
      <w:r w:rsidR="00126545" w:rsidRPr="00126545">
        <w:rPr>
          <w:spacing w:val="-6"/>
          <w:szCs w:val="30"/>
        </w:rPr>
        <w:t xml:space="preserve"> (далее </w:t>
      </w:r>
      <w:r w:rsidR="00345B1C">
        <w:rPr>
          <w:spacing w:val="-6"/>
          <w:szCs w:val="30"/>
        </w:rPr>
        <w:t>-</w:t>
      </w:r>
      <w:r w:rsidR="00126545" w:rsidRPr="00126545">
        <w:rPr>
          <w:spacing w:val="-6"/>
          <w:szCs w:val="30"/>
        </w:rPr>
        <w:t xml:space="preserve"> ОО «БРСМ»), другие молодежные общественные объединения (далее </w:t>
      </w:r>
      <w:r w:rsidR="00345B1C">
        <w:rPr>
          <w:spacing w:val="-6"/>
          <w:szCs w:val="30"/>
        </w:rPr>
        <w:t>-</w:t>
      </w:r>
      <w:r w:rsidR="00126545" w:rsidRPr="00126545">
        <w:rPr>
          <w:spacing w:val="-6"/>
          <w:szCs w:val="30"/>
        </w:rPr>
        <w:t xml:space="preserve"> направляющие организации)</w:t>
      </w:r>
      <w:r w:rsidR="00126545">
        <w:rPr>
          <w:spacing w:val="-6"/>
          <w:szCs w:val="30"/>
        </w:rPr>
        <w:t xml:space="preserve"> </w:t>
      </w:r>
      <w:r w:rsidR="00126545" w:rsidRPr="00126545">
        <w:rPr>
          <w:spacing w:val="-6"/>
          <w:szCs w:val="30"/>
        </w:rPr>
        <w:t>обеспечивают обучение участников студенческого отряда основам законодательства о труде, в том числе законодательства об охране труда, проведение инструктажей по предстоящей деятельности</w:t>
      </w:r>
      <w:r>
        <w:rPr>
          <w:spacing w:val="-6"/>
          <w:szCs w:val="30"/>
        </w:rPr>
        <w:t>.</w:t>
      </w:r>
    </w:p>
    <w:p w:rsidR="00196E9A" w:rsidRDefault="00662802" w:rsidP="00805DD2">
      <w:pPr>
        <w:ind w:firstLine="709"/>
        <w:jc w:val="both"/>
        <w:rPr>
          <w:spacing w:val="-6"/>
          <w:szCs w:val="30"/>
        </w:rPr>
      </w:pPr>
      <w:r w:rsidRPr="00662802">
        <w:rPr>
          <w:spacing w:val="-6"/>
          <w:szCs w:val="30"/>
        </w:rPr>
        <w:t>Несмотря на постоянное напоминание о том, что необходимо строго соблюдать требования законодательства об охране труда при привлече</w:t>
      </w:r>
      <w:r w:rsidR="00A22C82">
        <w:rPr>
          <w:spacing w:val="-6"/>
          <w:szCs w:val="30"/>
        </w:rPr>
        <w:t>нии молодежи к выполнению работ</w:t>
      </w:r>
      <w:r w:rsidR="009604C8">
        <w:rPr>
          <w:spacing w:val="-6"/>
          <w:szCs w:val="30"/>
        </w:rPr>
        <w:t>,</w:t>
      </w:r>
      <w:r w:rsidR="006F7E3B" w:rsidRPr="004E054E">
        <w:rPr>
          <w:spacing w:val="-6"/>
          <w:szCs w:val="30"/>
        </w:rPr>
        <w:t xml:space="preserve"> </w:t>
      </w:r>
      <w:r w:rsidR="00167610">
        <w:rPr>
          <w:spacing w:val="-6"/>
          <w:szCs w:val="30"/>
        </w:rPr>
        <w:t xml:space="preserve">в </w:t>
      </w:r>
      <w:r w:rsidR="00167610" w:rsidRPr="00196E9A">
        <w:rPr>
          <w:spacing w:val="-6"/>
          <w:szCs w:val="30"/>
        </w:rPr>
        <w:t>2019 году со стороны нанимателей</w:t>
      </w:r>
      <w:r w:rsidR="00167610" w:rsidRPr="004E054E">
        <w:rPr>
          <w:spacing w:val="-6"/>
          <w:szCs w:val="30"/>
        </w:rPr>
        <w:t xml:space="preserve"> </w:t>
      </w:r>
      <w:r w:rsidR="009370F2" w:rsidRPr="004E054E">
        <w:rPr>
          <w:spacing w:val="-6"/>
          <w:szCs w:val="30"/>
        </w:rPr>
        <w:t xml:space="preserve">были отмечены </w:t>
      </w:r>
      <w:r w:rsidR="002E4969" w:rsidRPr="002E4969">
        <w:rPr>
          <w:spacing w:val="-6"/>
          <w:szCs w:val="30"/>
        </w:rPr>
        <w:t>недостатки в организации безопасного производства работ</w:t>
      </w:r>
      <w:r w:rsidR="002E4969">
        <w:rPr>
          <w:spacing w:val="-6"/>
          <w:szCs w:val="30"/>
        </w:rPr>
        <w:t>,</w:t>
      </w:r>
      <w:r w:rsidR="002E4969" w:rsidRPr="002E4969">
        <w:rPr>
          <w:spacing w:val="-6"/>
          <w:szCs w:val="30"/>
        </w:rPr>
        <w:t xml:space="preserve"> </w:t>
      </w:r>
      <w:r w:rsidR="00196E9A" w:rsidRPr="00196E9A">
        <w:rPr>
          <w:spacing w:val="-6"/>
          <w:szCs w:val="30"/>
        </w:rPr>
        <w:lastRenderedPageBreak/>
        <w:t>повлекшие несчастные случаи на производстве, приведшие к тяжелым производственным травмам.</w:t>
      </w:r>
    </w:p>
    <w:p w:rsidR="00664DC0" w:rsidRDefault="009370F2" w:rsidP="00805DD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 xml:space="preserve">Так, </w:t>
      </w:r>
      <w:r w:rsidR="00805DD2">
        <w:rPr>
          <w:spacing w:val="-6"/>
          <w:szCs w:val="30"/>
        </w:rPr>
        <w:t>п</w:t>
      </w:r>
      <w:r w:rsidR="00CF2E2B">
        <w:rPr>
          <w:spacing w:val="-6"/>
          <w:szCs w:val="30"/>
        </w:rPr>
        <w:t xml:space="preserve">ри выполнении работы по откручиванию гаек четырех прижимных устройств, фиксирующих деталь на поворотном столе </w:t>
      </w:r>
      <w:r w:rsidR="00664DC0" w:rsidRPr="00664DC0">
        <w:rPr>
          <w:spacing w:val="-6"/>
          <w:szCs w:val="30"/>
        </w:rPr>
        <w:t xml:space="preserve">горизонтально-расточного </w:t>
      </w:r>
      <w:r w:rsidR="00CF2E2B">
        <w:rPr>
          <w:spacing w:val="-6"/>
          <w:szCs w:val="30"/>
        </w:rPr>
        <w:t>станка</w:t>
      </w:r>
      <w:r w:rsidR="00664DC0">
        <w:rPr>
          <w:spacing w:val="-6"/>
          <w:szCs w:val="30"/>
        </w:rPr>
        <w:t>,</w:t>
      </w:r>
      <w:r w:rsidR="00CF2E2B">
        <w:rPr>
          <w:spacing w:val="-6"/>
          <w:szCs w:val="30"/>
        </w:rPr>
        <w:t xml:space="preserve"> </w:t>
      </w:r>
      <w:r w:rsidR="004B4858">
        <w:rPr>
          <w:spacing w:val="-6"/>
          <w:szCs w:val="30"/>
        </w:rPr>
        <w:t>25 февраля 2019 г.</w:t>
      </w:r>
      <w:r w:rsidR="00805DD2">
        <w:rPr>
          <w:spacing w:val="-6"/>
          <w:szCs w:val="30"/>
        </w:rPr>
        <w:t xml:space="preserve"> с учащимся УО </w:t>
      </w:r>
      <w:r w:rsidR="000743F7">
        <w:rPr>
          <w:spacing w:val="-6"/>
          <w:szCs w:val="30"/>
        </w:rPr>
        <w:t>«Мозырский государственный политехнический колледж», проходившим учебную практику д</w:t>
      </w:r>
      <w:r w:rsidR="00A22C82">
        <w:rPr>
          <w:spacing w:val="-6"/>
          <w:szCs w:val="30"/>
        </w:rPr>
        <w:t>л</w:t>
      </w:r>
      <w:r w:rsidR="000743F7">
        <w:rPr>
          <w:spacing w:val="-6"/>
          <w:szCs w:val="30"/>
        </w:rPr>
        <w:t>я получения квалификации «</w:t>
      </w:r>
      <w:r w:rsidR="00E130FD">
        <w:rPr>
          <w:spacing w:val="-6"/>
          <w:szCs w:val="30"/>
        </w:rPr>
        <w:t>т</w:t>
      </w:r>
      <w:r w:rsidR="00C337B3">
        <w:rPr>
          <w:spacing w:val="-6"/>
          <w:szCs w:val="30"/>
        </w:rPr>
        <w:t>окарь-станочник» в ОАО </w:t>
      </w:r>
      <w:r w:rsidR="000743F7">
        <w:rPr>
          <w:spacing w:val="-6"/>
          <w:szCs w:val="30"/>
        </w:rPr>
        <w:t>«ЛМЗ Универсал»</w:t>
      </w:r>
      <w:r w:rsidR="00C337B3">
        <w:rPr>
          <w:spacing w:val="-6"/>
          <w:szCs w:val="30"/>
        </w:rPr>
        <w:t xml:space="preserve"> (Минская обл.)</w:t>
      </w:r>
      <w:r w:rsidR="000743F7">
        <w:rPr>
          <w:spacing w:val="-6"/>
          <w:szCs w:val="30"/>
        </w:rPr>
        <w:t>, произошел несчастный случай, приведший к тяжелой производственной травме.</w:t>
      </w:r>
      <w:r w:rsidR="00CF2E2B" w:rsidRPr="00CF2E2B">
        <w:rPr>
          <w:spacing w:val="-6"/>
          <w:szCs w:val="30"/>
        </w:rPr>
        <w:t xml:space="preserve"> </w:t>
      </w:r>
      <w:r w:rsidR="003C0623">
        <w:rPr>
          <w:spacing w:val="-6"/>
          <w:szCs w:val="30"/>
        </w:rPr>
        <w:t>В</w:t>
      </w:r>
      <w:r w:rsidR="00664DC0">
        <w:rPr>
          <w:spacing w:val="-6"/>
          <w:szCs w:val="30"/>
        </w:rPr>
        <w:t xml:space="preserve"> </w:t>
      </w:r>
      <w:r w:rsidR="00E130FD">
        <w:rPr>
          <w:spacing w:val="-6"/>
          <w:szCs w:val="30"/>
        </w:rPr>
        <w:t>результате</w:t>
      </w:r>
      <w:r w:rsidR="00664DC0">
        <w:rPr>
          <w:spacing w:val="-6"/>
          <w:szCs w:val="30"/>
        </w:rPr>
        <w:t xml:space="preserve"> самостоятельного управления станком </w:t>
      </w:r>
      <w:r w:rsidR="00E130FD">
        <w:rPr>
          <w:spacing w:val="-6"/>
          <w:szCs w:val="30"/>
        </w:rPr>
        <w:t xml:space="preserve">при повороте стола </w:t>
      </w:r>
      <w:r w:rsidR="00664DC0">
        <w:rPr>
          <w:spacing w:val="-6"/>
          <w:szCs w:val="30"/>
        </w:rPr>
        <w:t xml:space="preserve">учащийся был прижат краем детали, выступающей за габариты стола, к кабине управления станка. </w:t>
      </w:r>
    </w:p>
    <w:p w:rsidR="00BE201E" w:rsidRDefault="00E130FD" w:rsidP="009370F2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В ходе проведения специального расследования установлено, что учащ</w:t>
      </w:r>
      <w:r w:rsidR="00BE201E">
        <w:rPr>
          <w:spacing w:val="-6"/>
          <w:szCs w:val="30"/>
        </w:rPr>
        <w:t>ийся не был ознакомлен с эксплуатационными документами</w:t>
      </w:r>
      <w:r w:rsidR="00BE201E" w:rsidRPr="00BE201E">
        <w:t xml:space="preserve"> </w:t>
      </w:r>
      <w:r w:rsidR="00D23428">
        <w:t xml:space="preserve">на </w:t>
      </w:r>
      <w:r w:rsidR="00D23428">
        <w:rPr>
          <w:spacing w:val="-6"/>
          <w:szCs w:val="30"/>
        </w:rPr>
        <w:t>горизонтально-расточной станок</w:t>
      </w:r>
      <w:r w:rsidR="00BE201E">
        <w:rPr>
          <w:spacing w:val="-6"/>
          <w:szCs w:val="30"/>
        </w:rPr>
        <w:t xml:space="preserve">, не прошел в установленном порядке обучение, стажировку и проверку знаний по вопросам охраны труда. </w:t>
      </w:r>
      <w:r>
        <w:rPr>
          <w:spacing w:val="-6"/>
          <w:szCs w:val="30"/>
        </w:rPr>
        <w:t xml:space="preserve"> </w:t>
      </w:r>
    </w:p>
    <w:p w:rsidR="00805DD2" w:rsidRDefault="00805DD2" w:rsidP="009370F2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 xml:space="preserve">Лицами, допустившими нарушения </w:t>
      </w:r>
      <w:r w:rsidRPr="00805DD2">
        <w:rPr>
          <w:spacing w:val="-6"/>
          <w:szCs w:val="30"/>
        </w:rPr>
        <w:t>актов законодательства о труде и об охране труда, определен</w:t>
      </w:r>
      <w:r>
        <w:rPr>
          <w:spacing w:val="-6"/>
          <w:szCs w:val="30"/>
        </w:rPr>
        <w:t>ы генеральный директор</w:t>
      </w:r>
      <w:r w:rsidRPr="00805DD2">
        <w:rPr>
          <w:spacing w:val="-6"/>
          <w:szCs w:val="30"/>
        </w:rPr>
        <w:t xml:space="preserve"> ОАО «ЛМЗ Универсал»</w:t>
      </w:r>
      <w:r>
        <w:rPr>
          <w:spacing w:val="-6"/>
          <w:szCs w:val="30"/>
        </w:rPr>
        <w:t xml:space="preserve"> и старший мастер механосборочного цеха, а также директор </w:t>
      </w:r>
      <w:r w:rsidRPr="00805DD2">
        <w:rPr>
          <w:spacing w:val="-6"/>
          <w:szCs w:val="30"/>
        </w:rPr>
        <w:t>УО «Мозырский государственный политехнический колледж»</w:t>
      </w:r>
      <w:r>
        <w:rPr>
          <w:spacing w:val="-6"/>
          <w:szCs w:val="30"/>
        </w:rPr>
        <w:t>.</w:t>
      </w:r>
    </w:p>
    <w:p w:rsidR="00E83FC0" w:rsidRDefault="00690434" w:rsidP="00E83FC0">
      <w:pPr>
        <w:ind w:firstLine="709"/>
        <w:jc w:val="both"/>
        <w:rPr>
          <w:spacing w:val="-6"/>
          <w:szCs w:val="30"/>
        </w:rPr>
      </w:pPr>
      <w:r w:rsidRPr="00805DD2">
        <w:rPr>
          <w:spacing w:val="-6"/>
          <w:szCs w:val="30"/>
        </w:rPr>
        <w:t xml:space="preserve">31 июля 2019 г. </w:t>
      </w:r>
      <w:r>
        <w:rPr>
          <w:spacing w:val="-6"/>
          <w:szCs w:val="30"/>
        </w:rPr>
        <w:t>в</w:t>
      </w:r>
      <w:r w:rsidR="00610B7C" w:rsidRPr="00805DD2">
        <w:rPr>
          <w:spacing w:val="-6"/>
          <w:szCs w:val="30"/>
        </w:rPr>
        <w:t xml:space="preserve"> результате падения с монтируемой с</w:t>
      </w:r>
      <w:r w:rsidR="00610B7C">
        <w:rPr>
          <w:spacing w:val="-6"/>
          <w:szCs w:val="30"/>
        </w:rPr>
        <w:t>тропильной системы с высоты 3,</w:t>
      </w:r>
      <w:r w:rsidR="00BB12A5">
        <w:rPr>
          <w:spacing w:val="-6"/>
          <w:szCs w:val="30"/>
        </w:rPr>
        <w:t>2 м</w:t>
      </w:r>
      <w:r w:rsidR="00610B7C">
        <w:rPr>
          <w:spacing w:val="-6"/>
          <w:szCs w:val="30"/>
        </w:rPr>
        <w:t xml:space="preserve"> </w:t>
      </w:r>
      <w:r w:rsidR="002F53D4">
        <w:rPr>
          <w:spacing w:val="-6"/>
          <w:szCs w:val="30"/>
        </w:rPr>
        <w:t>тяжелую производственную травму получил семнадцатилетний подсобный рабочий строительной бригады ОАО «Орепичи»</w:t>
      </w:r>
      <w:r w:rsidR="00C337B3">
        <w:rPr>
          <w:spacing w:val="-6"/>
          <w:szCs w:val="30"/>
        </w:rPr>
        <w:t xml:space="preserve"> (Брестская обл.)</w:t>
      </w:r>
      <w:r w:rsidR="002F53D4">
        <w:rPr>
          <w:spacing w:val="-6"/>
          <w:szCs w:val="30"/>
        </w:rPr>
        <w:t>.</w:t>
      </w:r>
      <w:r w:rsidR="002F53D4" w:rsidRPr="00805DD2">
        <w:rPr>
          <w:spacing w:val="-6"/>
          <w:szCs w:val="30"/>
        </w:rPr>
        <w:t xml:space="preserve"> </w:t>
      </w:r>
    </w:p>
    <w:p w:rsidR="00805DD2" w:rsidRDefault="00805DD2" w:rsidP="00196E9A">
      <w:pPr>
        <w:ind w:firstLine="709"/>
        <w:jc w:val="both"/>
        <w:rPr>
          <w:spacing w:val="-6"/>
          <w:szCs w:val="30"/>
        </w:rPr>
      </w:pPr>
      <w:r w:rsidRPr="00805DD2">
        <w:rPr>
          <w:spacing w:val="-6"/>
          <w:szCs w:val="30"/>
        </w:rPr>
        <w:t>Специальным расследованием установлено, что причиной данного несчастного случая явилось отсутствие проектной документации, предусматривающей организационные и технические мероприятия по безопасному производству работ.</w:t>
      </w:r>
    </w:p>
    <w:p w:rsidR="00E83FC0" w:rsidRDefault="00E83FC0" w:rsidP="00196E9A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Лицом, допустившим</w:t>
      </w:r>
      <w:r w:rsidRPr="00E83FC0">
        <w:rPr>
          <w:spacing w:val="-6"/>
          <w:szCs w:val="30"/>
        </w:rPr>
        <w:t xml:space="preserve"> нарушения актов законодательства о тру</w:t>
      </w:r>
      <w:r>
        <w:rPr>
          <w:spacing w:val="-6"/>
          <w:szCs w:val="30"/>
        </w:rPr>
        <w:t>де и об охране труда, определен</w:t>
      </w:r>
      <w:r w:rsidR="004D57A2">
        <w:rPr>
          <w:spacing w:val="-6"/>
          <w:szCs w:val="30"/>
        </w:rPr>
        <w:t xml:space="preserve"> мастер</w:t>
      </w:r>
      <w:r>
        <w:rPr>
          <w:spacing w:val="-6"/>
          <w:szCs w:val="30"/>
        </w:rPr>
        <w:t xml:space="preserve"> строительных и монтажных работ </w:t>
      </w:r>
      <w:r w:rsidR="004D57A2">
        <w:rPr>
          <w:spacing w:val="-6"/>
          <w:szCs w:val="30"/>
        </w:rPr>
        <w:t>ОАО </w:t>
      </w:r>
      <w:r w:rsidR="004D57A2" w:rsidRPr="004D57A2">
        <w:rPr>
          <w:spacing w:val="-6"/>
          <w:szCs w:val="30"/>
        </w:rPr>
        <w:t>«Орепичи»</w:t>
      </w:r>
      <w:r w:rsidR="004D57A2">
        <w:rPr>
          <w:spacing w:val="-6"/>
          <w:szCs w:val="30"/>
        </w:rPr>
        <w:t>.</w:t>
      </w:r>
    </w:p>
    <w:p w:rsidR="00CE30FE" w:rsidRDefault="00167610" w:rsidP="006B5532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В</w:t>
      </w:r>
      <w:r w:rsidR="005F5D78">
        <w:rPr>
          <w:spacing w:val="-6"/>
          <w:szCs w:val="30"/>
        </w:rPr>
        <w:t xml:space="preserve"> ходе </w:t>
      </w:r>
      <w:r w:rsidR="00BB12A5">
        <w:rPr>
          <w:spacing w:val="-6"/>
          <w:szCs w:val="30"/>
        </w:rPr>
        <w:t>п</w:t>
      </w:r>
      <w:r w:rsidR="00BB12A5" w:rsidRPr="004E054E">
        <w:rPr>
          <w:spacing w:val="-6"/>
          <w:szCs w:val="30"/>
        </w:rPr>
        <w:t>роведенны</w:t>
      </w:r>
      <w:r w:rsidR="00BB12A5">
        <w:rPr>
          <w:spacing w:val="-6"/>
          <w:szCs w:val="30"/>
        </w:rPr>
        <w:t>х</w:t>
      </w:r>
      <w:r w:rsidR="00BB12A5" w:rsidRPr="004E054E">
        <w:rPr>
          <w:spacing w:val="-6"/>
          <w:szCs w:val="30"/>
        </w:rPr>
        <w:t xml:space="preserve"> в 201</w:t>
      </w:r>
      <w:r w:rsidR="00BB12A5">
        <w:rPr>
          <w:spacing w:val="-6"/>
          <w:szCs w:val="30"/>
        </w:rPr>
        <w:t>9</w:t>
      </w:r>
      <w:r w:rsidR="00BB12A5" w:rsidRPr="004E054E">
        <w:rPr>
          <w:spacing w:val="-6"/>
          <w:szCs w:val="30"/>
        </w:rPr>
        <w:t xml:space="preserve"> году</w:t>
      </w:r>
      <w:r w:rsidR="00BB12A5">
        <w:rPr>
          <w:spacing w:val="-6"/>
          <w:szCs w:val="30"/>
        </w:rPr>
        <w:t xml:space="preserve"> </w:t>
      </w:r>
      <w:r w:rsidR="005F5D78">
        <w:rPr>
          <w:spacing w:val="-6"/>
          <w:szCs w:val="30"/>
        </w:rPr>
        <w:t xml:space="preserve">обследований </w:t>
      </w:r>
      <w:r w:rsidR="00BB12A5">
        <w:rPr>
          <w:spacing w:val="-6"/>
          <w:szCs w:val="30"/>
        </w:rPr>
        <w:t>объектов</w:t>
      </w:r>
      <w:r w:rsidR="005F5D78">
        <w:rPr>
          <w:spacing w:val="-6"/>
          <w:szCs w:val="30"/>
        </w:rPr>
        <w:t>,</w:t>
      </w:r>
      <w:r w:rsidR="005F5D78" w:rsidRPr="004E054E">
        <w:rPr>
          <w:spacing w:val="-6"/>
          <w:szCs w:val="30"/>
        </w:rPr>
        <w:t xml:space="preserve"> </w:t>
      </w:r>
      <w:r w:rsidR="00CE30FE" w:rsidRPr="004E054E">
        <w:rPr>
          <w:spacing w:val="-6"/>
          <w:szCs w:val="30"/>
        </w:rPr>
        <w:t xml:space="preserve">на которых был организован труд </w:t>
      </w:r>
      <w:r w:rsidR="00CA0982">
        <w:rPr>
          <w:spacing w:val="-6"/>
          <w:szCs w:val="30"/>
        </w:rPr>
        <w:t>участников студенческих отрядов</w:t>
      </w:r>
      <w:r w:rsidR="00CE30FE" w:rsidRPr="004E054E">
        <w:rPr>
          <w:spacing w:val="-6"/>
          <w:szCs w:val="30"/>
        </w:rPr>
        <w:t xml:space="preserve">, </w:t>
      </w:r>
      <w:r w:rsidR="005F5D78">
        <w:rPr>
          <w:spacing w:val="-6"/>
          <w:szCs w:val="30"/>
        </w:rPr>
        <w:t xml:space="preserve">отмечены </w:t>
      </w:r>
      <w:r w:rsidR="00690434">
        <w:rPr>
          <w:spacing w:val="-6"/>
          <w:szCs w:val="30"/>
        </w:rPr>
        <w:t>следующие нарушения</w:t>
      </w:r>
      <w:r w:rsidR="005F5D78" w:rsidRPr="005F5D78">
        <w:rPr>
          <w:spacing w:val="-6"/>
          <w:szCs w:val="30"/>
        </w:rPr>
        <w:t xml:space="preserve"> требований законодательства</w:t>
      </w:r>
      <w:r w:rsidR="00690434">
        <w:rPr>
          <w:spacing w:val="-6"/>
          <w:szCs w:val="30"/>
        </w:rPr>
        <w:t xml:space="preserve"> об охране труда</w:t>
      </w:r>
      <w:r w:rsidR="005F5D78" w:rsidRPr="005F5D78">
        <w:rPr>
          <w:spacing w:val="-6"/>
          <w:szCs w:val="30"/>
        </w:rPr>
        <w:t>.</w:t>
      </w:r>
    </w:p>
    <w:p w:rsidR="005F5D78" w:rsidRPr="00690434" w:rsidRDefault="00690434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t>Так,</w:t>
      </w:r>
      <w:r w:rsidR="005F5D78" w:rsidRPr="00690434">
        <w:rPr>
          <w:spacing w:val="-6"/>
          <w:szCs w:val="30"/>
        </w:rPr>
        <w:t xml:space="preserve"> на зерносушильном комплексе в ОАО «Жвиранка» Шарковщинского района Витебской области были выявлены нарушения требований безопасности в части отсутствия предохранительных решеток на завальной яме. </w:t>
      </w:r>
    </w:p>
    <w:p w:rsidR="005F5D78" w:rsidRPr="00690434" w:rsidRDefault="005F5D78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t xml:space="preserve">В ГУО «Областной аграрно-производственный профессиональный лицей» г. Дрогичин Брестской области на машине для очистки семян отсутствовали защитные ограждения ременных передач. </w:t>
      </w:r>
    </w:p>
    <w:p w:rsidR="005F5D78" w:rsidRPr="00690434" w:rsidRDefault="005F5D78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lastRenderedPageBreak/>
        <w:t>На местах работы студентов в КСУП «Городокский» и РУПП «Полесская опытная станция мелиоративного земледелия и луговодства» Лунинецкого района Брестской области находились неисправные лестницы.</w:t>
      </w:r>
    </w:p>
    <w:p w:rsidR="005F5D78" w:rsidRPr="00690434" w:rsidRDefault="00373B03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t>Н</w:t>
      </w:r>
      <w:r w:rsidR="005F5D78" w:rsidRPr="00690434">
        <w:rPr>
          <w:spacing w:val="-6"/>
          <w:szCs w:val="30"/>
        </w:rPr>
        <w:t>е организовано проведение периодических испытаний эксплуатируемого электроинструмента (угловой шлифовальной машины, воздуходува и пр.)</w:t>
      </w:r>
      <w:r w:rsidRPr="00690434">
        <w:rPr>
          <w:spacing w:val="-6"/>
          <w:szCs w:val="30"/>
        </w:rPr>
        <w:t xml:space="preserve"> в ОАО «Мостоотряд № 58» Брестской области.</w:t>
      </w:r>
    </w:p>
    <w:p w:rsidR="005F5D78" w:rsidRPr="00690434" w:rsidRDefault="005F5D78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t>В ходе производства работ применялись средства подмащивания, не обеспечивающие безопасность труда участников студенческ</w:t>
      </w:r>
      <w:r w:rsidR="00373B03" w:rsidRPr="00690434">
        <w:rPr>
          <w:spacing w:val="-6"/>
          <w:szCs w:val="30"/>
        </w:rPr>
        <w:t>ого</w:t>
      </w:r>
      <w:r w:rsidRPr="00690434">
        <w:rPr>
          <w:spacing w:val="-6"/>
          <w:szCs w:val="30"/>
        </w:rPr>
        <w:t xml:space="preserve"> отряд</w:t>
      </w:r>
      <w:r w:rsidR="00373B03" w:rsidRPr="00690434">
        <w:rPr>
          <w:spacing w:val="-6"/>
          <w:szCs w:val="30"/>
        </w:rPr>
        <w:t>а в</w:t>
      </w:r>
      <w:r w:rsidRPr="00690434">
        <w:rPr>
          <w:spacing w:val="-6"/>
          <w:szCs w:val="30"/>
        </w:rPr>
        <w:t xml:space="preserve"> УО «Брестский государственный университет имени А.С.Пушкина».</w:t>
      </w:r>
    </w:p>
    <w:p w:rsidR="005F5D78" w:rsidRPr="00690434" w:rsidRDefault="005F5D78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t>В ОАО «Алексеевичи-Агро» Дрогичинского района Брестской области были выявлены нарушения, связанные с применением членами студенческих отрядов не соответствующих требованиям законодательства инструмента и приспособлений (рукоятки кувалд и молотков изготовлены из материалов, не обеспечивающих прочность и надежность насадки при выполнении работ, на бойках молотков име</w:t>
      </w:r>
      <w:r w:rsidR="00CA0982">
        <w:rPr>
          <w:spacing w:val="-6"/>
          <w:szCs w:val="30"/>
        </w:rPr>
        <w:t>лись</w:t>
      </w:r>
      <w:r w:rsidRPr="00690434">
        <w:rPr>
          <w:spacing w:val="-6"/>
          <w:szCs w:val="30"/>
        </w:rPr>
        <w:t xml:space="preserve"> наклепы).</w:t>
      </w:r>
    </w:p>
    <w:p w:rsidR="005F5D78" w:rsidRPr="00F0262D" w:rsidRDefault="005F5D78" w:rsidP="00127131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В</w:t>
      </w:r>
      <w:r w:rsidR="00127131">
        <w:rPr>
          <w:spacing w:val="-6"/>
          <w:szCs w:val="30"/>
        </w:rPr>
        <w:t>ы</w:t>
      </w:r>
      <w:r>
        <w:rPr>
          <w:spacing w:val="-6"/>
          <w:szCs w:val="30"/>
        </w:rPr>
        <w:t>явлены нарушения</w:t>
      </w:r>
      <w:r w:rsidRPr="00F0262D">
        <w:rPr>
          <w:spacing w:val="-6"/>
          <w:szCs w:val="30"/>
        </w:rPr>
        <w:t xml:space="preserve"> требований Указа </w:t>
      </w:r>
      <w:r>
        <w:rPr>
          <w:spacing w:val="-6"/>
          <w:szCs w:val="30"/>
        </w:rPr>
        <w:t xml:space="preserve">в части оформления трудовых отношений с участниками студенческих отрядов. </w:t>
      </w:r>
    </w:p>
    <w:p w:rsidR="00AD0FF2" w:rsidRPr="00690434" w:rsidRDefault="00690434" w:rsidP="00690434">
      <w:pPr>
        <w:ind w:firstLine="709"/>
        <w:jc w:val="both"/>
        <w:rPr>
          <w:spacing w:val="-6"/>
          <w:szCs w:val="30"/>
        </w:rPr>
      </w:pPr>
      <w:r w:rsidRPr="00690434">
        <w:rPr>
          <w:spacing w:val="-6"/>
          <w:szCs w:val="30"/>
        </w:rPr>
        <w:t>Например, в</w:t>
      </w:r>
      <w:r w:rsidR="000E7A9A" w:rsidRPr="00690434">
        <w:rPr>
          <w:spacing w:val="-6"/>
          <w:szCs w:val="30"/>
        </w:rPr>
        <w:t xml:space="preserve"> филиале «Советская Белоруссия</w:t>
      </w:r>
      <w:r w:rsidR="00CA0982">
        <w:rPr>
          <w:spacing w:val="-6"/>
          <w:szCs w:val="30"/>
        </w:rPr>
        <w:t>»</w:t>
      </w:r>
      <w:r w:rsidR="000E7A9A" w:rsidRPr="00690434">
        <w:rPr>
          <w:spacing w:val="-6"/>
          <w:szCs w:val="30"/>
        </w:rPr>
        <w:t xml:space="preserve">, </w:t>
      </w:r>
      <w:r>
        <w:rPr>
          <w:spacing w:val="-6"/>
          <w:szCs w:val="30"/>
        </w:rPr>
        <w:t>Речицкого района, КСУП </w:t>
      </w:r>
      <w:r w:rsidR="000E7A9A" w:rsidRPr="00690434">
        <w:rPr>
          <w:spacing w:val="-6"/>
          <w:szCs w:val="30"/>
        </w:rPr>
        <w:t>«Совхоз «Заря», КСУП «Колпень-Агро» Ло</w:t>
      </w:r>
      <w:r>
        <w:rPr>
          <w:spacing w:val="-6"/>
          <w:szCs w:val="30"/>
        </w:rPr>
        <w:t xml:space="preserve">евского района, </w:t>
      </w:r>
      <w:r w:rsidR="000E7A9A" w:rsidRPr="00690434">
        <w:rPr>
          <w:spacing w:val="-6"/>
          <w:szCs w:val="30"/>
        </w:rPr>
        <w:t xml:space="preserve">ОАО «Комаринский» Брагинского района Гомельской области </w:t>
      </w:r>
      <w:r w:rsidR="005F5D78" w:rsidRPr="00690434">
        <w:rPr>
          <w:spacing w:val="-6"/>
          <w:szCs w:val="30"/>
        </w:rPr>
        <w:t>не заводились трудовые книжки. В трудовых договорах, заключенных</w:t>
      </w:r>
      <w:r w:rsidR="005F5D78" w:rsidRPr="00690434">
        <w:rPr>
          <w:szCs w:val="30"/>
        </w:rPr>
        <w:t xml:space="preserve"> с </w:t>
      </w:r>
      <w:r w:rsidR="005F5D78" w:rsidRPr="00690434">
        <w:rPr>
          <w:spacing w:val="-6"/>
          <w:szCs w:val="30"/>
        </w:rPr>
        <w:t>участникам</w:t>
      </w:r>
      <w:r w:rsidR="00BB12A5">
        <w:rPr>
          <w:spacing w:val="-6"/>
          <w:szCs w:val="30"/>
        </w:rPr>
        <w:t>и</w:t>
      </w:r>
      <w:r w:rsidR="005F5D78" w:rsidRPr="00690434">
        <w:rPr>
          <w:spacing w:val="-6"/>
          <w:szCs w:val="30"/>
        </w:rPr>
        <w:t xml:space="preserve"> студенческих отрядов </w:t>
      </w:r>
      <w:r w:rsidR="000E7A9A" w:rsidRPr="00690434">
        <w:rPr>
          <w:spacing w:val="-6"/>
          <w:szCs w:val="30"/>
        </w:rPr>
        <w:t xml:space="preserve">КСУП «Оревичи» Хойникского района, </w:t>
      </w:r>
      <w:r>
        <w:rPr>
          <w:spacing w:val="-6"/>
          <w:szCs w:val="30"/>
        </w:rPr>
        <w:t>ОАО </w:t>
      </w:r>
      <w:r w:rsidR="000E7A9A" w:rsidRPr="00690434">
        <w:rPr>
          <w:spacing w:val="-6"/>
          <w:szCs w:val="30"/>
        </w:rPr>
        <w:t xml:space="preserve">«Пераможник», Брагинского района, </w:t>
      </w:r>
      <w:r w:rsidR="00BF3A87">
        <w:rPr>
          <w:spacing w:val="-6"/>
          <w:szCs w:val="30"/>
        </w:rPr>
        <w:t>КСУП «Днепровец»</w:t>
      </w:r>
      <w:r w:rsidR="000E7A9A" w:rsidRPr="00690434">
        <w:rPr>
          <w:spacing w:val="-6"/>
          <w:szCs w:val="30"/>
        </w:rPr>
        <w:t xml:space="preserve"> Лоевского района</w:t>
      </w:r>
      <w:r w:rsidR="005F5D78" w:rsidRPr="00690434">
        <w:rPr>
          <w:spacing w:val="-6"/>
          <w:szCs w:val="30"/>
        </w:rPr>
        <w:t xml:space="preserve"> Гомельской области</w:t>
      </w:r>
      <w:r w:rsidR="00BB12A5">
        <w:rPr>
          <w:spacing w:val="-6"/>
          <w:szCs w:val="30"/>
        </w:rPr>
        <w:t>,</w:t>
      </w:r>
      <w:r w:rsidR="005F5D78" w:rsidRPr="00690434">
        <w:rPr>
          <w:spacing w:val="-6"/>
          <w:szCs w:val="30"/>
        </w:rPr>
        <w:t xml:space="preserve"> отсутствовали</w:t>
      </w:r>
      <w:r w:rsidR="005F5D78" w:rsidRPr="00690434">
        <w:rPr>
          <w:szCs w:val="30"/>
        </w:rPr>
        <w:t xml:space="preserve"> </w:t>
      </w:r>
      <w:r w:rsidR="005F5D78" w:rsidRPr="00690434">
        <w:rPr>
          <w:spacing w:val="-6"/>
          <w:szCs w:val="30"/>
        </w:rPr>
        <w:t>условия оплаты труда</w:t>
      </w:r>
      <w:r w:rsidR="00072455" w:rsidRPr="00690434">
        <w:rPr>
          <w:spacing w:val="-6"/>
          <w:szCs w:val="30"/>
        </w:rPr>
        <w:t>. Не указана продолжительность рабочего времени в договоре, заключенном</w:t>
      </w:r>
      <w:r w:rsidR="005F5D78" w:rsidRPr="00690434">
        <w:rPr>
          <w:spacing w:val="-6"/>
          <w:szCs w:val="30"/>
        </w:rPr>
        <w:t xml:space="preserve"> </w:t>
      </w:r>
      <w:r w:rsidR="00072455" w:rsidRPr="00690434">
        <w:rPr>
          <w:spacing w:val="-6"/>
          <w:szCs w:val="30"/>
        </w:rPr>
        <w:t>с участником студенческого отряда</w:t>
      </w:r>
      <w:r w:rsidR="00373B03" w:rsidRPr="00690434">
        <w:rPr>
          <w:spacing w:val="-6"/>
          <w:szCs w:val="30"/>
        </w:rPr>
        <w:t>,</w:t>
      </w:r>
      <w:r w:rsidR="002E2583" w:rsidRPr="00690434">
        <w:rPr>
          <w:spacing w:val="-6"/>
          <w:szCs w:val="30"/>
        </w:rPr>
        <w:t xml:space="preserve"> действующего</w:t>
      </w:r>
      <w:r w:rsidR="00072455" w:rsidRPr="00690434">
        <w:rPr>
          <w:spacing w:val="-6"/>
          <w:szCs w:val="30"/>
        </w:rPr>
        <w:t xml:space="preserve"> на </w:t>
      </w:r>
      <w:r w:rsidR="002E2583" w:rsidRPr="00690434">
        <w:rPr>
          <w:spacing w:val="-6"/>
          <w:szCs w:val="30"/>
        </w:rPr>
        <w:t>базе УО</w:t>
      </w:r>
      <w:r w:rsidR="00D23428" w:rsidRPr="00690434">
        <w:rPr>
          <w:spacing w:val="-6"/>
          <w:szCs w:val="30"/>
        </w:rPr>
        <w:t xml:space="preserve"> </w:t>
      </w:r>
      <w:r w:rsidR="00072455" w:rsidRPr="00690434">
        <w:rPr>
          <w:spacing w:val="-6"/>
          <w:szCs w:val="30"/>
        </w:rPr>
        <w:t>«Пинский государственный профессиональный лицей строителей»</w:t>
      </w:r>
      <w:r w:rsidR="002E2583" w:rsidRPr="00690434">
        <w:rPr>
          <w:spacing w:val="-6"/>
          <w:szCs w:val="30"/>
        </w:rPr>
        <w:t xml:space="preserve"> г.</w:t>
      </w:r>
      <w:r w:rsidR="00D23428" w:rsidRPr="00690434">
        <w:rPr>
          <w:spacing w:val="-6"/>
          <w:szCs w:val="30"/>
        </w:rPr>
        <w:t xml:space="preserve"> </w:t>
      </w:r>
      <w:r w:rsidR="00072455" w:rsidRPr="00690434">
        <w:rPr>
          <w:spacing w:val="-6"/>
          <w:szCs w:val="30"/>
        </w:rPr>
        <w:t>Пинск Брестской области.</w:t>
      </w:r>
      <w:r w:rsidR="002E2583" w:rsidRPr="00690434">
        <w:rPr>
          <w:spacing w:val="-6"/>
          <w:szCs w:val="30"/>
        </w:rPr>
        <w:t xml:space="preserve"> </w:t>
      </w:r>
      <w:r w:rsidR="005F5D78" w:rsidRPr="00690434">
        <w:rPr>
          <w:spacing w:val="-6"/>
          <w:szCs w:val="30"/>
        </w:rPr>
        <w:t xml:space="preserve">Также допускались несоответствия при оформлении трудовых договоров в ОАО «Узденский райагросервис» Узденского района, </w:t>
      </w:r>
      <w:r w:rsidR="00D04118" w:rsidRPr="00690434">
        <w:rPr>
          <w:spacing w:val="-6"/>
          <w:szCs w:val="30"/>
        </w:rPr>
        <w:t>РУПС </w:t>
      </w:r>
      <w:r w:rsidR="005F5D78" w:rsidRPr="00690434">
        <w:rPr>
          <w:spacing w:val="-6"/>
          <w:szCs w:val="30"/>
        </w:rPr>
        <w:t>«Белпочта» Слуцкого района Минской области.</w:t>
      </w:r>
    </w:p>
    <w:p w:rsidR="00AD0FF2" w:rsidRPr="00AD0FF2" w:rsidRDefault="00432D07" w:rsidP="00AD0FF2">
      <w:pPr>
        <w:ind w:firstLine="709"/>
        <w:jc w:val="both"/>
        <w:rPr>
          <w:i/>
          <w:spacing w:val="-6"/>
          <w:szCs w:val="30"/>
        </w:rPr>
      </w:pPr>
      <w:r>
        <w:rPr>
          <w:spacing w:val="-6"/>
          <w:szCs w:val="30"/>
        </w:rPr>
        <w:t>Н</w:t>
      </w:r>
      <w:r w:rsidR="00AD0FF2" w:rsidRPr="004E054E">
        <w:rPr>
          <w:spacing w:val="-6"/>
          <w:szCs w:val="30"/>
        </w:rPr>
        <w:t>екоторыми нанимателями осуществлялся допуск студентов и учащихся учреждений образования к выполнению работ без прохождения ими медицинского осмотра.</w:t>
      </w:r>
    </w:p>
    <w:p w:rsidR="00AD0FF2" w:rsidRPr="00BF3A87" w:rsidRDefault="00BF3A87" w:rsidP="00BF3A87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Например, б</w:t>
      </w:r>
      <w:r w:rsidR="007F647E" w:rsidRPr="00BF3A87">
        <w:rPr>
          <w:spacing w:val="-6"/>
          <w:szCs w:val="30"/>
        </w:rPr>
        <w:t xml:space="preserve">ез проведения медицинского осмотра к выполнению работ были допущены члены студенческих отрядов </w:t>
      </w:r>
      <w:r w:rsidR="00AD0FF2" w:rsidRPr="00BF3A87">
        <w:rPr>
          <w:spacing w:val="-6"/>
          <w:szCs w:val="30"/>
        </w:rPr>
        <w:t xml:space="preserve">в </w:t>
      </w:r>
      <w:r w:rsidR="000E7A9A" w:rsidRPr="00BF3A87">
        <w:rPr>
          <w:spacing w:val="-6"/>
          <w:szCs w:val="30"/>
        </w:rPr>
        <w:t xml:space="preserve">ОАО «Ареса-Агро» Стародорожского района, </w:t>
      </w:r>
      <w:r w:rsidR="007F647E" w:rsidRPr="00BF3A87">
        <w:rPr>
          <w:spacing w:val="-6"/>
          <w:szCs w:val="30"/>
        </w:rPr>
        <w:t>ГУО</w:t>
      </w:r>
      <w:r w:rsidR="000E7A9A" w:rsidRPr="00BF3A87">
        <w:rPr>
          <w:spacing w:val="-6"/>
          <w:szCs w:val="30"/>
        </w:rPr>
        <w:t xml:space="preserve"> </w:t>
      </w:r>
      <w:r w:rsidR="00AD0FF2" w:rsidRPr="00BF3A87">
        <w:rPr>
          <w:spacing w:val="-6"/>
          <w:szCs w:val="30"/>
        </w:rPr>
        <w:t>«Оздоровительный лагерь «Неман»</w:t>
      </w:r>
      <w:r w:rsidR="000E7A9A" w:rsidRPr="00BF3A87">
        <w:rPr>
          <w:spacing w:val="-6"/>
          <w:szCs w:val="30"/>
        </w:rPr>
        <w:t xml:space="preserve"> Столбцовского района</w:t>
      </w:r>
      <w:r w:rsidR="007F647E" w:rsidRPr="00BF3A87">
        <w:rPr>
          <w:spacing w:val="-6"/>
          <w:szCs w:val="30"/>
        </w:rPr>
        <w:t xml:space="preserve"> М</w:t>
      </w:r>
      <w:r w:rsidR="00AD0FF2" w:rsidRPr="00BF3A87">
        <w:rPr>
          <w:spacing w:val="-6"/>
          <w:szCs w:val="30"/>
        </w:rPr>
        <w:t>инской области</w:t>
      </w:r>
      <w:r w:rsidR="00710EAF">
        <w:rPr>
          <w:spacing w:val="-6"/>
          <w:szCs w:val="30"/>
        </w:rPr>
        <w:t>,</w:t>
      </w:r>
      <w:r w:rsidR="00AD0FF2" w:rsidRPr="00BF3A87">
        <w:rPr>
          <w:spacing w:val="-6"/>
          <w:szCs w:val="30"/>
        </w:rPr>
        <w:t xml:space="preserve"> </w:t>
      </w:r>
      <w:r w:rsidR="003144BD" w:rsidRPr="00BF3A87">
        <w:rPr>
          <w:spacing w:val="-6"/>
          <w:szCs w:val="30"/>
        </w:rPr>
        <w:t>КСУП  «Новый путь-Агро» Речицкого района, ОАО «Имени Жуково» Брагинского района, КСУП </w:t>
      </w:r>
      <w:r>
        <w:rPr>
          <w:spacing w:val="-6"/>
          <w:szCs w:val="30"/>
        </w:rPr>
        <w:t>«Бывальки»</w:t>
      </w:r>
      <w:r w:rsidR="003144BD" w:rsidRPr="00BF3A87">
        <w:rPr>
          <w:spacing w:val="-6"/>
          <w:szCs w:val="30"/>
        </w:rPr>
        <w:t xml:space="preserve"> Лоевского района</w:t>
      </w:r>
      <w:r w:rsidR="00AD0FF2" w:rsidRPr="00BF3A87">
        <w:rPr>
          <w:spacing w:val="-6"/>
          <w:szCs w:val="30"/>
        </w:rPr>
        <w:t xml:space="preserve"> Гомельской области. </w:t>
      </w:r>
    </w:p>
    <w:p w:rsidR="00AD0FF2" w:rsidRPr="009F2508" w:rsidRDefault="00432D07" w:rsidP="00AD0FF2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lastRenderedPageBreak/>
        <w:t>О</w:t>
      </w:r>
      <w:r w:rsidR="00AD0FF2">
        <w:rPr>
          <w:spacing w:val="-6"/>
          <w:szCs w:val="30"/>
        </w:rPr>
        <w:t>бращаем внимание, что в соответствии со</w:t>
      </w:r>
      <w:r w:rsidR="00AD0FF2" w:rsidRPr="009F2508">
        <w:rPr>
          <w:spacing w:val="-6"/>
          <w:szCs w:val="30"/>
        </w:rPr>
        <w:t xml:space="preserve"> статье</w:t>
      </w:r>
      <w:r w:rsidR="00AD0FF2">
        <w:rPr>
          <w:spacing w:val="-6"/>
          <w:szCs w:val="30"/>
        </w:rPr>
        <w:t>й</w:t>
      </w:r>
      <w:r w:rsidR="00AD0FF2" w:rsidRPr="009F2508">
        <w:rPr>
          <w:spacing w:val="-6"/>
          <w:szCs w:val="30"/>
        </w:rPr>
        <w:t xml:space="preserve"> 272 ТК заключение трудового договора допускается с лицами, достигшими шестнадцати лет.</w:t>
      </w:r>
    </w:p>
    <w:p w:rsidR="00AD0FF2" w:rsidRDefault="00AD0FF2" w:rsidP="00AD0FF2">
      <w:pPr>
        <w:ind w:firstLine="709"/>
        <w:jc w:val="both"/>
        <w:rPr>
          <w:spacing w:val="-6"/>
          <w:szCs w:val="30"/>
        </w:rPr>
      </w:pPr>
      <w:r w:rsidRPr="008C6F0F">
        <w:rPr>
          <w:spacing w:val="-6"/>
          <w:szCs w:val="30"/>
        </w:rPr>
        <w:t>С письменного согласия одного из родителей (усыновителей (удочерителей), попечителей) трудовой договор может быть заключен с лицом, достигшим четырнадцати лет, для выполнения легкой работы</w:t>
      </w:r>
      <w:r>
        <w:rPr>
          <w:spacing w:val="-6"/>
          <w:szCs w:val="30"/>
        </w:rPr>
        <w:t>.</w:t>
      </w:r>
    </w:p>
    <w:p w:rsidR="00BF3A87" w:rsidRPr="00F6078B" w:rsidRDefault="00BF3A87" w:rsidP="00F6078B">
      <w:pPr>
        <w:spacing w:before="120" w:after="120" w:line="280" w:lineRule="exact"/>
        <w:ind w:left="709" w:firstLine="709"/>
        <w:jc w:val="both"/>
        <w:rPr>
          <w:i/>
          <w:sz w:val="28"/>
          <w:szCs w:val="28"/>
        </w:rPr>
      </w:pPr>
      <w:r w:rsidRPr="00F6078B">
        <w:rPr>
          <w:i/>
          <w:spacing w:val="-6"/>
          <w:sz w:val="28"/>
          <w:szCs w:val="28"/>
        </w:rPr>
        <w:t>Справочно.</w:t>
      </w:r>
      <w:r w:rsidRPr="00F6078B">
        <w:rPr>
          <w:i/>
          <w:sz w:val="28"/>
          <w:szCs w:val="28"/>
        </w:rPr>
        <w:t xml:space="preserve"> Виды работ, которые могут выполнять учащиеся в возрасте от четырнадцати до шестнадцати лет, а также нормы подъема и переноса тяжестей несовершеннолетними определены постановлениями Министерства труда и социальной защиты Республики Беларусь от </w:t>
      </w:r>
      <w:r w:rsidR="00F6078B" w:rsidRPr="00F6078B">
        <w:rPr>
          <w:i/>
          <w:sz w:val="28"/>
          <w:szCs w:val="28"/>
        </w:rPr>
        <w:t xml:space="preserve">15 октября 2010 г. № 144 </w:t>
      </w:r>
      <w:r w:rsidRPr="00F6078B">
        <w:rPr>
          <w:i/>
          <w:sz w:val="28"/>
          <w:szCs w:val="28"/>
        </w:rPr>
        <w:t>«Об установлении перечня легких видов работ, которые могут выполнять лица в возрасте от четырнадцати до шестнадцати лет»</w:t>
      </w:r>
      <w:r w:rsidR="00F6078B" w:rsidRPr="00F6078B">
        <w:rPr>
          <w:i/>
          <w:sz w:val="28"/>
          <w:szCs w:val="28"/>
        </w:rPr>
        <w:t xml:space="preserve"> (далее - </w:t>
      </w:r>
      <w:r w:rsidR="00874370">
        <w:rPr>
          <w:i/>
          <w:sz w:val="28"/>
          <w:szCs w:val="28"/>
        </w:rPr>
        <w:t>постановление № 144</w:t>
      </w:r>
      <w:r w:rsidR="00F6078B" w:rsidRPr="00F6078B">
        <w:rPr>
          <w:i/>
          <w:sz w:val="28"/>
          <w:szCs w:val="28"/>
        </w:rPr>
        <w:t>)</w:t>
      </w:r>
      <w:r w:rsidRPr="00F6078B">
        <w:rPr>
          <w:i/>
          <w:sz w:val="28"/>
          <w:szCs w:val="28"/>
        </w:rPr>
        <w:t xml:space="preserve"> и Министерства здравоохранения от </w:t>
      </w:r>
      <w:r w:rsidR="00F6078B" w:rsidRPr="00F6078B">
        <w:rPr>
          <w:i/>
          <w:sz w:val="28"/>
          <w:szCs w:val="28"/>
        </w:rPr>
        <w:t xml:space="preserve">13 октября 2010 г. </w:t>
      </w:r>
      <w:r w:rsidR="00874370">
        <w:rPr>
          <w:i/>
          <w:sz w:val="28"/>
          <w:szCs w:val="28"/>
        </w:rPr>
        <w:t>№ 134 «Об </w:t>
      </w:r>
      <w:r w:rsidRPr="00F6078B">
        <w:rPr>
          <w:i/>
          <w:sz w:val="28"/>
          <w:szCs w:val="28"/>
        </w:rPr>
        <w:t>установлении предел</w:t>
      </w:r>
      <w:r w:rsidR="00874370">
        <w:rPr>
          <w:i/>
          <w:sz w:val="28"/>
          <w:szCs w:val="28"/>
        </w:rPr>
        <w:t xml:space="preserve">ьных норм подъема и перемещения </w:t>
      </w:r>
      <w:r w:rsidRPr="00F6078B">
        <w:rPr>
          <w:i/>
          <w:sz w:val="28"/>
          <w:szCs w:val="28"/>
        </w:rPr>
        <w:t>несовершеннолетними тяжестей вручную»</w:t>
      </w:r>
      <w:r w:rsidR="00F6078B" w:rsidRPr="00F6078B">
        <w:rPr>
          <w:i/>
          <w:sz w:val="28"/>
          <w:szCs w:val="28"/>
        </w:rPr>
        <w:t xml:space="preserve"> (далее - </w:t>
      </w:r>
      <w:r w:rsidR="00F6078B">
        <w:rPr>
          <w:i/>
          <w:sz w:val="28"/>
          <w:szCs w:val="28"/>
        </w:rPr>
        <w:t>постановление № </w:t>
      </w:r>
      <w:r w:rsidR="00F6078B" w:rsidRPr="00F6078B">
        <w:rPr>
          <w:i/>
          <w:sz w:val="28"/>
          <w:szCs w:val="28"/>
        </w:rPr>
        <w:t>134)</w:t>
      </w:r>
      <w:r w:rsidRPr="00F6078B">
        <w:rPr>
          <w:i/>
          <w:sz w:val="28"/>
          <w:szCs w:val="28"/>
        </w:rPr>
        <w:t>.</w:t>
      </w:r>
    </w:p>
    <w:p w:rsidR="00AD0FF2" w:rsidRDefault="00AD0FF2" w:rsidP="00AD0FF2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 xml:space="preserve">Вместе с тем </w:t>
      </w:r>
      <w:r w:rsidRPr="00AB2473">
        <w:rPr>
          <w:spacing w:val="-6"/>
          <w:szCs w:val="30"/>
        </w:rPr>
        <w:t>в КСУП «Оревичи» Хойникского района</w:t>
      </w:r>
      <w:r>
        <w:rPr>
          <w:spacing w:val="-6"/>
          <w:szCs w:val="30"/>
        </w:rPr>
        <w:t>,</w:t>
      </w:r>
      <w:r w:rsidRPr="00AB2473">
        <w:rPr>
          <w:spacing w:val="-6"/>
          <w:szCs w:val="30"/>
        </w:rPr>
        <w:t xml:space="preserve"> </w:t>
      </w:r>
      <w:r>
        <w:rPr>
          <w:spacing w:val="-6"/>
          <w:szCs w:val="30"/>
        </w:rPr>
        <w:t>ОАО </w:t>
      </w:r>
      <w:r w:rsidRPr="00AB2473">
        <w:rPr>
          <w:spacing w:val="-6"/>
          <w:szCs w:val="30"/>
        </w:rPr>
        <w:t>«</w:t>
      </w:r>
      <w:r>
        <w:rPr>
          <w:spacing w:val="-6"/>
          <w:szCs w:val="30"/>
        </w:rPr>
        <w:t>Комаринский»</w:t>
      </w:r>
      <w:r w:rsidR="003144BD">
        <w:rPr>
          <w:spacing w:val="-6"/>
          <w:szCs w:val="30"/>
        </w:rPr>
        <w:t>, ОАО «Имени Жуково»</w:t>
      </w:r>
      <w:r>
        <w:rPr>
          <w:spacing w:val="-6"/>
          <w:szCs w:val="30"/>
        </w:rPr>
        <w:t xml:space="preserve"> Брагинского района</w:t>
      </w:r>
      <w:r w:rsidRPr="00AB2473">
        <w:rPr>
          <w:spacing w:val="-6"/>
          <w:szCs w:val="30"/>
        </w:rPr>
        <w:t xml:space="preserve"> Гомельской области</w:t>
      </w:r>
      <w:r>
        <w:rPr>
          <w:spacing w:val="-6"/>
          <w:szCs w:val="30"/>
        </w:rPr>
        <w:t xml:space="preserve"> с участниками студенческих отрядов в возрасте от четырнадцати до шестнадцати лет были заключены трудовые договоры без</w:t>
      </w:r>
      <w:r w:rsidRPr="00AB2473">
        <w:rPr>
          <w:spacing w:val="-6"/>
          <w:szCs w:val="30"/>
        </w:rPr>
        <w:t xml:space="preserve"> согласи</w:t>
      </w:r>
      <w:r>
        <w:rPr>
          <w:spacing w:val="-6"/>
          <w:szCs w:val="30"/>
        </w:rPr>
        <w:t>я одного из родителей.</w:t>
      </w:r>
    </w:p>
    <w:p w:rsidR="00F6078B" w:rsidRPr="004E054E" w:rsidRDefault="00AD0FF2" w:rsidP="00F6078B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Кроме того, имели место случаи допуска несовершеннолетних участников студенческих отрядов к работам, на которых запрещается применение труда лиц моложе восемнадцати лет.</w:t>
      </w:r>
    </w:p>
    <w:p w:rsidR="00F6078B" w:rsidRPr="00874370" w:rsidRDefault="003144BD" w:rsidP="00874370">
      <w:pPr>
        <w:spacing w:before="120" w:after="120" w:line="280" w:lineRule="exact"/>
        <w:ind w:left="709" w:firstLine="709"/>
        <w:jc w:val="both"/>
        <w:rPr>
          <w:i/>
          <w:spacing w:val="-6"/>
          <w:sz w:val="28"/>
          <w:szCs w:val="28"/>
        </w:rPr>
      </w:pPr>
      <w:r>
        <w:rPr>
          <w:i/>
          <w:spacing w:val="-6"/>
          <w:sz w:val="28"/>
          <w:szCs w:val="28"/>
        </w:rPr>
        <w:t xml:space="preserve">Справочно. </w:t>
      </w:r>
      <w:r w:rsidR="00874370">
        <w:rPr>
          <w:i/>
          <w:spacing w:val="-6"/>
          <w:sz w:val="28"/>
          <w:szCs w:val="28"/>
        </w:rPr>
        <w:t>П</w:t>
      </w:r>
      <w:r w:rsidR="00874370" w:rsidRPr="00874370">
        <w:rPr>
          <w:i/>
          <w:spacing w:val="-6"/>
          <w:sz w:val="28"/>
          <w:szCs w:val="28"/>
        </w:rPr>
        <w:t>остановлением Министерства труда и социальной защиты Республики Беларусь от 27 июня 2013 г. № 67</w:t>
      </w:r>
      <w:r w:rsidR="00BB12A5">
        <w:rPr>
          <w:i/>
          <w:spacing w:val="-6"/>
          <w:sz w:val="28"/>
          <w:szCs w:val="28"/>
        </w:rPr>
        <w:t xml:space="preserve"> (далее - постановление № 67)</w:t>
      </w:r>
      <w:r w:rsidR="00874370" w:rsidRPr="00874370">
        <w:rPr>
          <w:i/>
          <w:spacing w:val="-6"/>
          <w:sz w:val="28"/>
          <w:szCs w:val="28"/>
        </w:rPr>
        <w:t xml:space="preserve"> </w:t>
      </w:r>
      <w:r w:rsidR="00874370">
        <w:rPr>
          <w:i/>
          <w:spacing w:val="-6"/>
          <w:sz w:val="28"/>
          <w:szCs w:val="28"/>
        </w:rPr>
        <w:t>установлен с</w:t>
      </w:r>
      <w:r w:rsidR="00874370" w:rsidRPr="00874370">
        <w:rPr>
          <w:i/>
          <w:spacing w:val="-6"/>
          <w:sz w:val="28"/>
          <w:szCs w:val="28"/>
        </w:rPr>
        <w:t>писок работ, на которых запрещается применение труда лиц моложе восемнадцати лет</w:t>
      </w:r>
      <w:r w:rsidR="00874370">
        <w:rPr>
          <w:i/>
          <w:spacing w:val="-6"/>
          <w:sz w:val="28"/>
          <w:szCs w:val="28"/>
        </w:rPr>
        <w:t xml:space="preserve">. </w:t>
      </w:r>
    </w:p>
    <w:p w:rsidR="00AD0FF2" w:rsidRPr="00874370" w:rsidRDefault="00874370" w:rsidP="00874370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Так, в</w:t>
      </w:r>
      <w:r w:rsidR="00AD0FF2" w:rsidRPr="00874370">
        <w:rPr>
          <w:spacing w:val="-6"/>
          <w:szCs w:val="30"/>
        </w:rPr>
        <w:t xml:space="preserve"> ОАО «Стригово» Кобринского района Брестской области несовершеннолетние участники студенческого отряда привлекались к работе по окраске металлических ворот алкидной эмалью. </w:t>
      </w:r>
    </w:p>
    <w:p w:rsidR="00704614" w:rsidRPr="004E054E" w:rsidRDefault="00432D07" w:rsidP="00704614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В</w:t>
      </w:r>
      <w:r w:rsidR="00704614" w:rsidRPr="004E054E">
        <w:rPr>
          <w:spacing w:val="-6"/>
          <w:szCs w:val="30"/>
        </w:rPr>
        <w:t xml:space="preserve"> нарушение требований Инструкции о порядке обучения, стажировки, инструктажа и проверки знаний работающих по вопросам охраны труда, утвержденной постановлением Министерства труда и социальной защиты Республики Беларусь от 28 ноября 2008 г. № 175</w:t>
      </w:r>
      <w:r w:rsidR="00710EAF">
        <w:rPr>
          <w:spacing w:val="-6"/>
          <w:szCs w:val="30"/>
        </w:rPr>
        <w:t xml:space="preserve"> (далее - Инструкция о порядке обучения, стажировки, инструктажа и проверки знаний по вопросам охраны труда)</w:t>
      </w:r>
      <w:r w:rsidR="00873D2A" w:rsidRPr="004E054E">
        <w:rPr>
          <w:spacing w:val="-6"/>
          <w:szCs w:val="30"/>
        </w:rPr>
        <w:t>,</w:t>
      </w:r>
      <w:r w:rsidR="00704614" w:rsidRPr="004E054E">
        <w:rPr>
          <w:spacing w:val="-6"/>
          <w:szCs w:val="30"/>
        </w:rPr>
        <w:t xml:space="preserve"> </w:t>
      </w:r>
      <w:r w:rsidRPr="00432D07">
        <w:rPr>
          <w:spacing w:val="-6"/>
          <w:szCs w:val="30"/>
        </w:rPr>
        <w:t>участник</w:t>
      </w:r>
      <w:r>
        <w:rPr>
          <w:spacing w:val="-6"/>
          <w:szCs w:val="30"/>
        </w:rPr>
        <w:t>и</w:t>
      </w:r>
      <w:r w:rsidRPr="00432D07">
        <w:rPr>
          <w:spacing w:val="-6"/>
          <w:szCs w:val="30"/>
        </w:rPr>
        <w:t xml:space="preserve"> студенческих отрядов </w:t>
      </w:r>
      <w:r w:rsidR="00704614" w:rsidRPr="004E054E">
        <w:rPr>
          <w:spacing w:val="-6"/>
          <w:szCs w:val="30"/>
        </w:rPr>
        <w:t>допускались к работе без прохождения необходимого обучения, стажировки, инструктажа и проверки знаний по вопросам охраны труда.</w:t>
      </w:r>
    </w:p>
    <w:p w:rsidR="000A35C4" w:rsidRPr="00874370" w:rsidRDefault="00874370" w:rsidP="00874370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Например,</w:t>
      </w:r>
      <w:r w:rsidR="00A26116" w:rsidRPr="00874370">
        <w:rPr>
          <w:spacing w:val="-6"/>
          <w:szCs w:val="30"/>
        </w:rPr>
        <w:t xml:space="preserve"> </w:t>
      </w:r>
      <w:r>
        <w:rPr>
          <w:spacing w:val="-6"/>
          <w:szCs w:val="30"/>
        </w:rPr>
        <w:t>д</w:t>
      </w:r>
      <w:r w:rsidR="00D93D02" w:rsidRPr="00874370">
        <w:rPr>
          <w:spacing w:val="-6"/>
          <w:szCs w:val="30"/>
        </w:rPr>
        <w:t>опуск учащихся без проведения с ними вводного и первичного инструктажа по о</w:t>
      </w:r>
      <w:r w:rsidR="00EE78BE" w:rsidRPr="00874370">
        <w:rPr>
          <w:spacing w:val="-6"/>
          <w:szCs w:val="30"/>
        </w:rPr>
        <w:t xml:space="preserve">хране труда осуществлялся в </w:t>
      </w:r>
      <w:r w:rsidR="00DB7FC9" w:rsidRPr="00874370">
        <w:rPr>
          <w:spacing w:val="-6"/>
          <w:szCs w:val="30"/>
        </w:rPr>
        <w:t>ОАО </w:t>
      </w:r>
      <w:r w:rsidR="003144BD" w:rsidRPr="00874370">
        <w:rPr>
          <w:spacing w:val="-6"/>
          <w:szCs w:val="30"/>
        </w:rPr>
        <w:t>«Барановичское производственное хлопчатобумажное объединение»</w:t>
      </w:r>
      <w:r>
        <w:rPr>
          <w:spacing w:val="-6"/>
          <w:szCs w:val="30"/>
        </w:rPr>
        <w:t xml:space="preserve"> </w:t>
      </w:r>
      <w:r>
        <w:rPr>
          <w:spacing w:val="-6"/>
          <w:szCs w:val="30"/>
        </w:rPr>
        <w:lastRenderedPageBreak/>
        <w:t>г. </w:t>
      </w:r>
      <w:r w:rsidR="003144BD" w:rsidRPr="00874370">
        <w:rPr>
          <w:spacing w:val="-6"/>
          <w:szCs w:val="30"/>
        </w:rPr>
        <w:t xml:space="preserve">Барановичи, </w:t>
      </w:r>
      <w:r w:rsidR="00EE78BE" w:rsidRPr="00874370">
        <w:rPr>
          <w:spacing w:val="-6"/>
          <w:szCs w:val="30"/>
        </w:rPr>
        <w:t>РУПП </w:t>
      </w:r>
      <w:r w:rsidR="00D93D02" w:rsidRPr="00874370">
        <w:rPr>
          <w:spacing w:val="-6"/>
          <w:szCs w:val="30"/>
        </w:rPr>
        <w:t>«Полесская опытная станция мелиоративного земледелия и луговодствa» Лунине</w:t>
      </w:r>
      <w:r w:rsidRPr="00874370">
        <w:rPr>
          <w:spacing w:val="-6"/>
          <w:szCs w:val="30"/>
        </w:rPr>
        <w:t>ц</w:t>
      </w:r>
      <w:r w:rsidR="00D93D02" w:rsidRPr="00874370">
        <w:rPr>
          <w:spacing w:val="-6"/>
          <w:szCs w:val="30"/>
        </w:rPr>
        <w:t>кого района,</w:t>
      </w:r>
      <w:r w:rsidR="00D93D02" w:rsidRPr="00874370">
        <w:rPr>
          <w:szCs w:val="30"/>
        </w:rPr>
        <w:t xml:space="preserve"> </w:t>
      </w:r>
      <w:r w:rsidR="00D93D02" w:rsidRPr="00874370">
        <w:rPr>
          <w:spacing w:val="-6"/>
          <w:szCs w:val="30"/>
        </w:rPr>
        <w:t>филиале «Строительно-монтажный поезд № 391 на станции Брест» ОАО</w:t>
      </w:r>
      <w:r w:rsidR="00D04118" w:rsidRPr="00874370">
        <w:rPr>
          <w:spacing w:val="-6"/>
          <w:szCs w:val="30"/>
        </w:rPr>
        <w:t> </w:t>
      </w:r>
      <w:r w:rsidR="00D93D02" w:rsidRPr="00874370">
        <w:rPr>
          <w:spacing w:val="-6"/>
          <w:szCs w:val="30"/>
        </w:rPr>
        <w:t>«</w:t>
      </w:r>
      <w:r w:rsidR="00CE7929" w:rsidRPr="00874370">
        <w:rPr>
          <w:spacing w:val="-6"/>
          <w:szCs w:val="30"/>
        </w:rPr>
        <w:t xml:space="preserve">Дорстроймонтажтрест» Брестской области, ОАО «Октябрь-Березки» Хотимского района Могилевской области, </w:t>
      </w:r>
      <w:r w:rsidR="00B63D4D" w:rsidRPr="00874370">
        <w:rPr>
          <w:spacing w:val="-6"/>
          <w:szCs w:val="30"/>
        </w:rPr>
        <w:t>КСУП </w:t>
      </w:r>
      <w:r w:rsidR="00CE7929" w:rsidRPr="00874370">
        <w:rPr>
          <w:spacing w:val="-6"/>
          <w:szCs w:val="30"/>
        </w:rPr>
        <w:t>«Оревичи» Хойникского ра</w:t>
      </w:r>
      <w:r w:rsidR="00EE78BE" w:rsidRPr="00874370">
        <w:rPr>
          <w:spacing w:val="-6"/>
          <w:szCs w:val="30"/>
        </w:rPr>
        <w:t xml:space="preserve">йона, </w:t>
      </w:r>
      <w:r w:rsidR="004514B5">
        <w:rPr>
          <w:spacing w:val="-6"/>
          <w:szCs w:val="30"/>
        </w:rPr>
        <w:t>ОАО </w:t>
      </w:r>
      <w:r w:rsidR="00DB7FC9" w:rsidRPr="00874370">
        <w:rPr>
          <w:spacing w:val="-6"/>
          <w:szCs w:val="30"/>
        </w:rPr>
        <w:t>«Мозырьпромстрой», РУП «Мозырская фабрика художественых изделий» Мозырского района</w:t>
      </w:r>
      <w:r w:rsidR="00CE7929" w:rsidRPr="00874370">
        <w:rPr>
          <w:spacing w:val="-6"/>
          <w:szCs w:val="30"/>
        </w:rPr>
        <w:t xml:space="preserve"> Гомельской области. </w:t>
      </w:r>
      <w:r w:rsidR="00EE78BE" w:rsidRPr="00874370">
        <w:rPr>
          <w:spacing w:val="-6"/>
          <w:szCs w:val="30"/>
        </w:rPr>
        <w:t xml:space="preserve">Также допускались нарушения при проведении инструктажей по охране труда в оздоровительном лагере «Чайка» ГУДО «Борисовский центр экологии и туризма» Борисовского района, ОАО «10 съезд Советов» Червенского района Минской области. </w:t>
      </w:r>
    </w:p>
    <w:p w:rsidR="000A35C4" w:rsidRPr="00874370" w:rsidRDefault="000A35C4" w:rsidP="00874370">
      <w:pPr>
        <w:ind w:firstLine="709"/>
        <w:jc w:val="both"/>
        <w:rPr>
          <w:spacing w:val="-6"/>
          <w:szCs w:val="30"/>
        </w:rPr>
      </w:pPr>
      <w:r w:rsidRPr="00874370">
        <w:rPr>
          <w:spacing w:val="-6"/>
          <w:szCs w:val="30"/>
        </w:rPr>
        <w:t>Кроме того, некоторые участники студенческого отряда, выполнявшие работу на строительном объекте «Застройка юго-восточного жилого района-5 г. Бреста КУП «Брестжилстрой»</w:t>
      </w:r>
      <w:r w:rsidR="00930005" w:rsidRPr="00874370">
        <w:rPr>
          <w:spacing w:val="-6"/>
          <w:szCs w:val="30"/>
        </w:rPr>
        <w:t>,</w:t>
      </w:r>
      <w:r w:rsidRPr="00874370">
        <w:rPr>
          <w:spacing w:val="-6"/>
          <w:szCs w:val="30"/>
        </w:rPr>
        <w:t xml:space="preserve"> допускались к работе без проведения им стажировки.</w:t>
      </w:r>
    </w:p>
    <w:p w:rsidR="000A35C4" w:rsidRDefault="000A35C4" w:rsidP="00F44EE2">
      <w:pPr>
        <w:ind w:firstLine="709"/>
        <w:jc w:val="both"/>
        <w:rPr>
          <w:spacing w:val="-6"/>
          <w:szCs w:val="30"/>
        </w:rPr>
      </w:pPr>
      <w:r w:rsidRPr="000A35C4">
        <w:rPr>
          <w:spacing w:val="-6"/>
          <w:szCs w:val="30"/>
        </w:rPr>
        <w:t xml:space="preserve">Выявлены нарушения в части </w:t>
      </w:r>
      <w:r>
        <w:rPr>
          <w:spacing w:val="-6"/>
          <w:szCs w:val="30"/>
        </w:rPr>
        <w:t>ведения журналов регистрации инструктажей по охране труда.</w:t>
      </w:r>
      <w:r w:rsidRPr="000A35C4">
        <w:rPr>
          <w:spacing w:val="-6"/>
          <w:szCs w:val="30"/>
        </w:rPr>
        <w:t xml:space="preserve"> </w:t>
      </w:r>
    </w:p>
    <w:p w:rsidR="008B199A" w:rsidRPr="004514B5" w:rsidRDefault="004514B5" w:rsidP="004514B5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Так, в</w:t>
      </w:r>
      <w:r w:rsidR="000A35C4" w:rsidRPr="004514B5">
        <w:rPr>
          <w:spacing w:val="-6"/>
          <w:szCs w:val="30"/>
        </w:rPr>
        <w:t xml:space="preserve"> </w:t>
      </w:r>
      <w:r w:rsidR="00EE78BE" w:rsidRPr="004514B5">
        <w:rPr>
          <w:spacing w:val="-6"/>
          <w:szCs w:val="30"/>
        </w:rPr>
        <w:t>журнале регистрации ин</w:t>
      </w:r>
      <w:r>
        <w:rPr>
          <w:spacing w:val="-6"/>
          <w:szCs w:val="30"/>
        </w:rPr>
        <w:t>структажа по охране труда в ОАО </w:t>
      </w:r>
      <w:r w:rsidR="00EE78BE" w:rsidRPr="004514B5">
        <w:rPr>
          <w:spacing w:val="-6"/>
          <w:szCs w:val="30"/>
        </w:rPr>
        <w:t>«Стригово» Кобринского района Брестской области н</w:t>
      </w:r>
      <w:r w:rsidR="00CE7929" w:rsidRPr="004514B5">
        <w:rPr>
          <w:spacing w:val="-6"/>
          <w:szCs w:val="30"/>
        </w:rPr>
        <w:t xml:space="preserve">е указаны дата проведения инструктажа, профессия лица, прошедшего инструктаж, вид проведенного инструктажа, фамилия, инициалы и подпись должностного лица, проводившего инструктаж. </w:t>
      </w:r>
    </w:p>
    <w:p w:rsidR="000B38B5" w:rsidRPr="004E054E" w:rsidRDefault="008C6F0F" w:rsidP="000B38B5">
      <w:pPr>
        <w:ind w:firstLine="709"/>
        <w:jc w:val="both"/>
        <w:rPr>
          <w:spacing w:val="-6"/>
          <w:szCs w:val="30"/>
        </w:rPr>
      </w:pPr>
      <w:r w:rsidRPr="008C6F0F">
        <w:rPr>
          <w:spacing w:val="-6"/>
          <w:szCs w:val="30"/>
        </w:rPr>
        <w:t xml:space="preserve">При обследовании рабочих мест, где применялся труд учащихся, были установлены факты нарушения требований </w:t>
      </w:r>
      <w:r w:rsidR="000B38B5" w:rsidRPr="004E054E">
        <w:rPr>
          <w:spacing w:val="-6"/>
          <w:szCs w:val="30"/>
        </w:rPr>
        <w:t>Инструкции о порядке обеспечения работников средствами индивидуальной защиты, утвержденной постановлением Министерства труда и социальной защиты Республики Беларусь от 30</w:t>
      </w:r>
      <w:r w:rsidR="004D0BD2" w:rsidRPr="004E054E">
        <w:rPr>
          <w:spacing w:val="-6"/>
          <w:szCs w:val="30"/>
        </w:rPr>
        <w:t xml:space="preserve"> декабря </w:t>
      </w:r>
      <w:r w:rsidR="000B38B5" w:rsidRPr="004E054E">
        <w:rPr>
          <w:spacing w:val="-6"/>
          <w:szCs w:val="30"/>
        </w:rPr>
        <w:t>2008</w:t>
      </w:r>
      <w:r w:rsidR="004D0BD2" w:rsidRPr="004E054E">
        <w:rPr>
          <w:spacing w:val="-6"/>
          <w:szCs w:val="30"/>
        </w:rPr>
        <w:t xml:space="preserve"> г.</w:t>
      </w:r>
      <w:r w:rsidR="000B38B5" w:rsidRPr="004E054E">
        <w:rPr>
          <w:spacing w:val="-6"/>
          <w:szCs w:val="30"/>
        </w:rPr>
        <w:t xml:space="preserve"> № 209</w:t>
      </w:r>
      <w:r w:rsidR="00710EAF">
        <w:rPr>
          <w:spacing w:val="-6"/>
          <w:szCs w:val="30"/>
        </w:rPr>
        <w:t xml:space="preserve"> (далее - Инструкция о порядке обеспечения работников средствами индивидуальной защиты)</w:t>
      </w:r>
      <w:r w:rsidR="000B38B5" w:rsidRPr="004E054E">
        <w:rPr>
          <w:spacing w:val="-6"/>
          <w:szCs w:val="30"/>
        </w:rPr>
        <w:t xml:space="preserve">, в части обеспечения членов студенческих отрядов средствами индивидуальной защиты. </w:t>
      </w:r>
    </w:p>
    <w:p w:rsidR="009657A5" w:rsidRPr="004514B5" w:rsidRDefault="004514B5" w:rsidP="004514B5">
      <w:pPr>
        <w:ind w:firstLine="709"/>
        <w:jc w:val="both"/>
        <w:rPr>
          <w:spacing w:val="-4"/>
          <w:szCs w:val="30"/>
        </w:rPr>
      </w:pPr>
      <w:r>
        <w:rPr>
          <w:spacing w:val="-4"/>
          <w:szCs w:val="30"/>
        </w:rPr>
        <w:t>Например, ф</w:t>
      </w:r>
      <w:r w:rsidR="009D1E9F" w:rsidRPr="004514B5">
        <w:rPr>
          <w:spacing w:val="-4"/>
          <w:szCs w:val="30"/>
        </w:rPr>
        <w:t>акты необеспечения членов студенческих отрядов средствами индивидуальной защиты были установлены</w:t>
      </w:r>
      <w:r w:rsidR="009657A5" w:rsidRPr="004514B5">
        <w:rPr>
          <w:spacing w:val="-4"/>
          <w:szCs w:val="30"/>
        </w:rPr>
        <w:t xml:space="preserve"> </w:t>
      </w:r>
      <w:r w:rsidR="009D1E9F" w:rsidRPr="004514B5">
        <w:rPr>
          <w:spacing w:val="-4"/>
          <w:szCs w:val="30"/>
        </w:rPr>
        <w:t xml:space="preserve">в </w:t>
      </w:r>
      <w:r w:rsidR="00640028">
        <w:rPr>
          <w:spacing w:val="-4"/>
          <w:szCs w:val="30"/>
        </w:rPr>
        <w:t xml:space="preserve">ОАО </w:t>
      </w:r>
      <w:r w:rsidR="00640028" w:rsidRPr="004514B5">
        <w:rPr>
          <w:spacing w:val="-4"/>
          <w:szCs w:val="30"/>
        </w:rPr>
        <w:t>«Стройтрест</w:t>
      </w:r>
      <w:r w:rsidR="00640028">
        <w:rPr>
          <w:spacing w:val="-4"/>
          <w:szCs w:val="30"/>
        </w:rPr>
        <w:t xml:space="preserve"> № 1» ГП «Минскстрой» г. Минска,</w:t>
      </w:r>
      <w:r w:rsidR="00640028" w:rsidRPr="004514B5">
        <w:rPr>
          <w:spacing w:val="-4"/>
          <w:szCs w:val="30"/>
        </w:rPr>
        <w:t xml:space="preserve"> </w:t>
      </w:r>
      <w:r w:rsidR="00640028">
        <w:rPr>
          <w:spacing w:val="-4"/>
          <w:szCs w:val="30"/>
        </w:rPr>
        <w:t>«ДРСУ № 195» филиала КУП </w:t>
      </w:r>
      <w:r w:rsidR="007A18E3" w:rsidRPr="004514B5">
        <w:rPr>
          <w:spacing w:val="-4"/>
          <w:szCs w:val="30"/>
        </w:rPr>
        <w:t>«Минскоблдорстрой» Молодечненск</w:t>
      </w:r>
      <w:r w:rsidR="009657A5" w:rsidRPr="004514B5">
        <w:rPr>
          <w:spacing w:val="-4"/>
          <w:szCs w:val="30"/>
        </w:rPr>
        <w:t>ого</w:t>
      </w:r>
      <w:r w:rsidR="007A18E3" w:rsidRPr="004514B5">
        <w:rPr>
          <w:spacing w:val="-4"/>
          <w:szCs w:val="30"/>
        </w:rPr>
        <w:t xml:space="preserve"> район</w:t>
      </w:r>
      <w:r w:rsidR="009657A5" w:rsidRPr="004514B5">
        <w:rPr>
          <w:spacing w:val="-4"/>
          <w:szCs w:val="30"/>
        </w:rPr>
        <w:t>а</w:t>
      </w:r>
      <w:r w:rsidR="007A18E3" w:rsidRPr="004514B5">
        <w:rPr>
          <w:spacing w:val="-4"/>
          <w:szCs w:val="30"/>
        </w:rPr>
        <w:t xml:space="preserve">, </w:t>
      </w:r>
      <w:r w:rsidR="00D04118" w:rsidRPr="004514B5">
        <w:rPr>
          <w:spacing w:val="-4"/>
          <w:szCs w:val="30"/>
        </w:rPr>
        <w:t xml:space="preserve">ООО «Пуховичское МПМК-14» Пуховичского района </w:t>
      </w:r>
      <w:r w:rsidR="009657A5" w:rsidRPr="004514B5">
        <w:rPr>
          <w:spacing w:val="-4"/>
          <w:szCs w:val="30"/>
        </w:rPr>
        <w:t xml:space="preserve">Минской области, </w:t>
      </w:r>
      <w:r w:rsidR="009F2508" w:rsidRPr="004514B5">
        <w:rPr>
          <w:spacing w:val="-4"/>
          <w:szCs w:val="30"/>
        </w:rPr>
        <w:t>ЗАО </w:t>
      </w:r>
      <w:r w:rsidR="00EB1CFB" w:rsidRPr="004514B5">
        <w:rPr>
          <w:spacing w:val="-4"/>
          <w:szCs w:val="30"/>
        </w:rPr>
        <w:t xml:space="preserve">«Полыковичское» Шкловского района, </w:t>
      </w:r>
      <w:r w:rsidR="00DB7FC9" w:rsidRPr="004514B5">
        <w:rPr>
          <w:spacing w:val="-4"/>
          <w:szCs w:val="30"/>
        </w:rPr>
        <w:t>ОАО «Трилесино-агро»</w:t>
      </w:r>
      <w:r w:rsidR="00F46169" w:rsidRPr="004514B5">
        <w:rPr>
          <w:spacing w:val="-4"/>
          <w:szCs w:val="30"/>
        </w:rPr>
        <w:t xml:space="preserve"> Дрибинского района, </w:t>
      </w:r>
      <w:r w:rsidR="00640028">
        <w:rPr>
          <w:spacing w:val="-4"/>
          <w:szCs w:val="30"/>
        </w:rPr>
        <w:t>ОАО </w:t>
      </w:r>
      <w:r w:rsidR="00F46169" w:rsidRPr="004514B5">
        <w:rPr>
          <w:spacing w:val="-4"/>
          <w:szCs w:val="30"/>
        </w:rPr>
        <w:t xml:space="preserve">«Племенной завод «Тимоново» </w:t>
      </w:r>
      <w:r w:rsidR="009F2508" w:rsidRPr="004514B5">
        <w:rPr>
          <w:spacing w:val="-4"/>
          <w:szCs w:val="30"/>
        </w:rPr>
        <w:t>Климовичского района,</w:t>
      </w:r>
      <w:r w:rsidR="00F46169" w:rsidRPr="004514B5">
        <w:rPr>
          <w:spacing w:val="-4"/>
          <w:szCs w:val="30"/>
        </w:rPr>
        <w:t xml:space="preserve"> </w:t>
      </w:r>
      <w:r w:rsidR="00EB1CFB" w:rsidRPr="004514B5">
        <w:rPr>
          <w:spacing w:val="-4"/>
          <w:szCs w:val="30"/>
        </w:rPr>
        <w:t>Могилевской области,</w:t>
      </w:r>
      <w:r w:rsidR="009F2508" w:rsidRPr="004514B5">
        <w:rPr>
          <w:spacing w:val="-4"/>
          <w:szCs w:val="30"/>
        </w:rPr>
        <w:t xml:space="preserve"> </w:t>
      </w:r>
      <w:r w:rsidR="00640028">
        <w:rPr>
          <w:spacing w:val="-4"/>
          <w:szCs w:val="30"/>
        </w:rPr>
        <w:t>ОАО </w:t>
      </w:r>
      <w:r w:rsidR="00CA0982">
        <w:rPr>
          <w:spacing w:val="-4"/>
          <w:szCs w:val="30"/>
        </w:rPr>
        <w:t>«Новоселковский»</w:t>
      </w:r>
      <w:r w:rsidR="00F46169" w:rsidRPr="004514B5">
        <w:rPr>
          <w:spacing w:val="-4"/>
          <w:szCs w:val="30"/>
        </w:rPr>
        <w:t xml:space="preserve"> </w:t>
      </w:r>
      <w:r w:rsidR="00EB1CFB" w:rsidRPr="004514B5">
        <w:rPr>
          <w:spacing w:val="-4"/>
          <w:szCs w:val="30"/>
        </w:rPr>
        <w:t>Кобринского района</w:t>
      </w:r>
      <w:r w:rsidR="009F2508" w:rsidRPr="004514B5">
        <w:rPr>
          <w:spacing w:val="-4"/>
          <w:szCs w:val="30"/>
        </w:rPr>
        <w:t>, РУПП </w:t>
      </w:r>
      <w:r w:rsidR="00EB1CFB" w:rsidRPr="004514B5">
        <w:rPr>
          <w:spacing w:val="-4"/>
          <w:szCs w:val="30"/>
        </w:rPr>
        <w:t>«Полесская опытная станция мелиоративного земледелия и луговодства» Лунинецкого района</w:t>
      </w:r>
      <w:r w:rsidR="00F46169" w:rsidRPr="004514B5">
        <w:rPr>
          <w:spacing w:val="-4"/>
          <w:szCs w:val="30"/>
        </w:rPr>
        <w:t>, УО «Пинский государственный про</w:t>
      </w:r>
      <w:r w:rsidR="00640028">
        <w:rPr>
          <w:spacing w:val="-4"/>
          <w:szCs w:val="30"/>
        </w:rPr>
        <w:t xml:space="preserve">фессиональный лицей </w:t>
      </w:r>
      <w:r w:rsidR="00F46169" w:rsidRPr="004514B5">
        <w:rPr>
          <w:spacing w:val="-4"/>
          <w:szCs w:val="30"/>
        </w:rPr>
        <w:t>строителей» г. Пинск</w:t>
      </w:r>
      <w:r w:rsidR="00640028">
        <w:rPr>
          <w:spacing w:val="-4"/>
          <w:szCs w:val="30"/>
        </w:rPr>
        <w:t>а</w:t>
      </w:r>
      <w:r w:rsidR="00F46169" w:rsidRPr="004514B5">
        <w:rPr>
          <w:spacing w:val="-4"/>
          <w:szCs w:val="30"/>
        </w:rPr>
        <w:t xml:space="preserve"> </w:t>
      </w:r>
      <w:r w:rsidR="00EB1CFB" w:rsidRPr="004514B5">
        <w:rPr>
          <w:spacing w:val="-4"/>
          <w:szCs w:val="30"/>
        </w:rPr>
        <w:t>Брестской области.</w:t>
      </w:r>
      <w:r w:rsidR="00D840A3" w:rsidRPr="004514B5">
        <w:rPr>
          <w:spacing w:val="-4"/>
          <w:szCs w:val="30"/>
        </w:rPr>
        <w:t xml:space="preserve"> Не в полном объеме средствами </w:t>
      </w:r>
      <w:r w:rsidR="00D840A3" w:rsidRPr="004514B5">
        <w:rPr>
          <w:spacing w:val="-4"/>
          <w:szCs w:val="30"/>
        </w:rPr>
        <w:lastRenderedPageBreak/>
        <w:t xml:space="preserve">индивидуальной защиты были обеспечены участники студенческих отрядов в </w:t>
      </w:r>
      <w:r w:rsidR="00F46169" w:rsidRPr="004514B5">
        <w:rPr>
          <w:spacing w:val="-4"/>
          <w:szCs w:val="30"/>
        </w:rPr>
        <w:t>ОАО «Имени Жуково» Брагинского района, КСУП «Днепровец» Лоевского района, КСУП «Эксперементальная база «Стреличево» Хойникского района, КСУП «Оборона страны» Речицког</w:t>
      </w:r>
      <w:r w:rsidR="00640028">
        <w:rPr>
          <w:spacing w:val="-4"/>
          <w:szCs w:val="30"/>
        </w:rPr>
        <w:t>о района, ОАО «Мозырьпромстрой»</w:t>
      </w:r>
      <w:r w:rsidR="00F46169" w:rsidRPr="004514B5">
        <w:rPr>
          <w:spacing w:val="-4"/>
          <w:szCs w:val="30"/>
        </w:rPr>
        <w:t xml:space="preserve"> Мозырского района </w:t>
      </w:r>
      <w:r w:rsidR="009F2508" w:rsidRPr="004514B5">
        <w:rPr>
          <w:spacing w:val="-4"/>
          <w:szCs w:val="30"/>
        </w:rPr>
        <w:t>Гомельской </w:t>
      </w:r>
      <w:r w:rsidR="009657A5" w:rsidRPr="004514B5">
        <w:rPr>
          <w:spacing w:val="-4"/>
          <w:szCs w:val="30"/>
        </w:rPr>
        <w:t xml:space="preserve">области. </w:t>
      </w:r>
      <w:r w:rsidR="00640028">
        <w:rPr>
          <w:spacing w:val="-4"/>
          <w:szCs w:val="30"/>
        </w:rPr>
        <w:t xml:space="preserve">Без </w:t>
      </w:r>
      <w:r w:rsidR="00EB1CFB" w:rsidRPr="004514B5">
        <w:rPr>
          <w:spacing w:val="-4"/>
          <w:szCs w:val="30"/>
        </w:rPr>
        <w:t>применения</w:t>
      </w:r>
      <w:r w:rsidR="00710EAF">
        <w:rPr>
          <w:spacing w:val="-4"/>
          <w:szCs w:val="30"/>
        </w:rPr>
        <w:t xml:space="preserve"> выданных</w:t>
      </w:r>
      <w:r w:rsidR="00EB1CFB" w:rsidRPr="004514B5">
        <w:rPr>
          <w:spacing w:val="-4"/>
          <w:szCs w:val="30"/>
        </w:rPr>
        <w:t xml:space="preserve"> средств индивидуальной защиты были допущены участники студенческого отряда в ОАО «Правда-С</w:t>
      </w:r>
      <w:r w:rsidR="00BB12A5">
        <w:rPr>
          <w:spacing w:val="-4"/>
          <w:szCs w:val="30"/>
        </w:rPr>
        <w:t>»</w:t>
      </w:r>
      <w:r w:rsidR="00EB1CFB" w:rsidRPr="004514B5">
        <w:rPr>
          <w:spacing w:val="-4"/>
          <w:szCs w:val="30"/>
        </w:rPr>
        <w:t>, КУСХП «</w:t>
      </w:r>
      <w:r w:rsidR="00CC0AEE" w:rsidRPr="004514B5">
        <w:rPr>
          <w:spacing w:val="-4"/>
          <w:szCs w:val="30"/>
        </w:rPr>
        <w:t>Имени</w:t>
      </w:r>
      <w:r w:rsidR="00640028">
        <w:rPr>
          <w:spacing w:val="-4"/>
          <w:szCs w:val="30"/>
        </w:rPr>
        <w:t xml:space="preserve"> Черняховского»</w:t>
      </w:r>
      <w:r w:rsidR="00EB1CFB" w:rsidRPr="004514B5">
        <w:rPr>
          <w:spacing w:val="-4"/>
          <w:szCs w:val="30"/>
        </w:rPr>
        <w:t xml:space="preserve"> Витебской области.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Приведенные примеры свидетельствуют о ненадлежащем исполнении отдельными должностными лицами принимающих</w:t>
      </w:r>
      <w:r w:rsidR="00810E45" w:rsidRPr="004E054E">
        <w:rPr>
          <w:spacing w:val="-6"/>
          <w:szCs w:val="30"/>
        </w:rPr>
        <w:t xml:space="preserve"> и направляющих</w:t>
      </w:r>
      <w:r w:rsidRPr="004E054E">
        <w:rPr>
          <w:spacing w:val="-6"/>
          <w:szCs w:val="30"/>
        </w:rPr>
        <w:t xml:space="preserve"> организаций своих обязанностей, предусмотренных законодательством, при регулировании труда молодежи в студенческих отрядах.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Учитывая изложенное, в целях соблюдения трудовых прав участников студенческих отрядов, а также предупреждения несчастных случаев при выполнении ими работ, республиканским органам государственного управления, иным государственным организациям, подчиненным Правительству Республики Беларусь, облисполкомам и Минскому горисполкому, ОО «БРСМ»</w:t>
      </w:r>
      <w:r w:rsidR="00D81B7C" w:rsidRPr="004E054E">
        <w:rPr>
          <w:spacing w:val="-6"/>
          <w:szCs w:val="30"/>
        </w:rPr>
        <w:t xml:space="preserve"> предлагается</w:t>
      </w:r>
      <w:r w:rsidR="00E734DA" w:rsidRPr="004E054E">
        <w:rPr>
          <w:spacing w:val="-6"/>
          <w:szCs w:val="30"/>
        </w:rPr>
        <w:t>: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1.</w:t>
      </w:r>
      <w:r w:rsidRPr="004E054E">
        <w:rPr>
          <w:spacing w:val="-6"/>
          <w:szCs w:val="30"/>
        </w:rPr>
        <w:tab/>
        <w:t>Довести данное письмо до руководителей подчиненных (входящих в состав) организаций, привлекающих к выполнению работ участников студенческих отрядов, а также руководителей учреждений образования, сформировавших данные отряды, организационных структур ОО «БРСМ», наделенных правами юридического лица, других моло</w:t>
      </w:r>
      <w:r w:rsidR="00B67A16" w:rsidRPr="004E054E">
        <w:rPr>
          <w:spacing w:val="-6"/>
          <w:szCs w:val="30"/>
        </w:rPr>
        <w:t>дежных общественных объединений.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2.</w:t>
      </w:r>
      <w:r w:rsidRPr="004E054E">
        <w:rPr>
          <w:spacing w:val="-6"/>
          <w:szCs w:val="30"/>
        </w:rPr>
        <w:tab/>
        <w:t>Потребовать от руководителей подчиненных (входящих в состав) организаций, привлекающих к выполнению работ участников студенческих отрядов, выполнения мероприятий</w:t>
      </w:r>
      <w:r w:rsidR="00474E5E" w:rsidRPr="004E054E">
        <w:rPr>
          <w:spacing w:val="-6"/>
          <w:szCs w:val="30"/>
        </w:rPr>
        <w:t>,</w:t>
      </w:r>
      <w:r w:rsidRPr="004E054E">
        <w:rPr>
          <w:spacing w:val="-6"/>
          <w:szCs w:val="30"/>
        </w:rPr>
        <w:t xml:space="preserve"> предусмотренных актами законодательства, регулирующими вопросы охраны труда, а также настоящим письмом.</w:t>
      </w:r>
    </w:p>
    <w:p w:rsidR="009370F2" w:rsidRPr="004E054E" w:rsidRDefault="00AD11F9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3.</w:t>
      </w:r>
      <w:r w:rsidRPr="004E054E">
        <w:rPr>
          <w:spacing w:val="-6"/>
          <w:szCs w:val="30"/>
        </w:rPr>
        <w:tab/>
      </w:r>
      <w:r w:rsidR="009370F2" w:rsidRPr="004E054E">
        <w:rPr>
          <w:spacing w:val="-6"/>
          <w:szCs w:val="30"/>
        </w:rPr>
        <w:t>Руководителям организаций, направляющих с</w:t>
      </w:r>
      <w:r w:rsidR="00CA0982">
        <w:rPr>
          <w:spacing w:val="-6"/>
          <w:szCs w:val="30"/>
        </w:rPr>
        <w:t>туденческие отряды осуществлять, в том числе</w:t>
      </w:r>
      <w:r w:rsidR="00CA0982" w:rsidRPr="00CA0982">
        <w:rPr>
          <w:spacing w:val="-6"/>
          <w:szCs w:val="30"/>
        </w:rPr>
        <w:t>:</w:t>
      </w:r>
      <w:r w:rsidR="009370F2" w:rsidRPr="004E054E">
        <w:rPr>
          <w:spacing w:val="-6"/>
          <w:szCs w:val="30"/>
        </w:rPr>
        <w:t xml:space="preserve"> 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зачисление в студенческий отряд студентов и учащихся учреждений образования при условии отсутствия медицинских противопоказаний к выполнению осуществляемых отрядом видов деятельности (работ), подтвержденных медицинской справкой о состоянии здоровья;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проведение обучения по вопросам законодательства</w:t>
      </w:r>
      <w:r w:rsidR="00CA0982">
        <w:rPr>
          <w:spacing w:val="-6"/>
          <w:szCs w:val="30"/>
        </w:rPr>
        <w:t xml:space="preserve"> о труде</w:t>
      </w:r>
      <w:r w:rsidRPr="004E054E">
        <w:rPr>
          <w:spacing w:val="-6"/>
          <w:szCs w:val="30"/>
        </w:rPr>
        <w:t xml:space="preserve"> и </w:t>
      </w:r>
      <w:r w:rsidR="00CA0982">
        <w:rPr>
          <w:spacing w:val="-6"/>
          <w:szCs w:val="30"/>
        </w:rPr>
        <w:t xml:space="preserve">об </w:t>
      </w:r>
      <w:r w:rsidRPr="004E054E">
        <w:rPr>
          <w:spacing w:val="-6"/>
          <w:szCs w:val="30"/>
        </w:rPr>
        <w:t>охран</w:t>
      </w:r>
      <w:r w:rsidR="00CA0982">
        <w:rPr>
          <w:spacing w:val="-6"/>
          <w:szCs w:val="30"/>
        </w:rPr>
        <w:t>е</w:t>
      </w:r>
      <w:r w:rsidRPr="004E054E">
        <w:rPr>
          <w:spacing w:val="-6"/>
          <w:szCs w:val="30"/>
        </w:rPr>
        <w:t xml:space="preserve"> труда с обучающимися учреждений образования вне учебных занятий (студенческие отряды, лагеря труда и отдыха, иные трудовые объединения, сельскохозяйственные, строительные и другие работы) в учреждениях образования.</w:t>
      </w:r>
    </w:p>
    <w:p w:rsidR="00AD11F9" w:rsidRPr="004E054E" w:rsidRDefault="00AD11F9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4.</w:t>
      </w:r>
      <w:r w:rsidRPr="004E054E">
        <w:rPr>
          <w:spacing w:val="-6"/>
          <w:szCs w:val="30"/>
        </w:rPr>
        <w:tab/>
      </w:r>
      <w:r w:rsidR="009370F2" w:rsidRPr="004E054E">
        <w:rPr>
          <w:spacing w:val="-6"/>
          <w:szCs w:val="30"/>
        </w:rPr>
        <w:t>Руководителям организаций, принимающих студенческие отряды</w:t>
      </w:r>
      <w:r w:rsidRPr="004E054E">
        <w:rPr>
          <w:spacing w:val="-6"/>
          <w:szCs w:val="30"/>
        </w:rPr>
        <w:t>:</w:t>
      </w:r>
    </w:p>
    <w:p w:rsidR="009370F2" w:rsidRPr="004E054E" w:rsidRDefault="00AD11F9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lastRenderedPageBreak/>
        <w:t>4.1.</w:t>
      </w:r>
      <w:r w:rsidRPr="004E054E">
        <w:rPr>
          <w:spacing w:val="-6"/>
          <w:szCs w:val="30"/>
        </w:rPr>
        <w:tab/>
      </w:r>
      <w:r w:rsidR="009370F2" w:rsidRPr="004E054E">
        <w:rPr>
          <w:spacing w:val="-6"/>
          <w:szCs w:val="30"/>
        </w:rPr>
        <w:t>обеспечить</w:t>
      </w:r>
      <w:r w:rsidR="00CA0982">
        <w:rPr>
          <w:spacing w:val="-6"/>
          <w:szCs w:val="30"/>
        </w:rPr>
        <w:t>, в том числе</w:t>
      </w:r>
      <w:r w:rsidR="009370F2" w:rsidRPr="004E054E">
        <w:rPr>
          <w:spacing w:val="-6"/>
          <w:szCs w:val="30"/>
        </w:rPr>
        <w:t>:</w:t>
      </w:r>
    </w:p>
    <w:p w:rsidR="009370F2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заключение трудового договора с каждым участником студенческого отряда при приеме его на работу;</w:t>
      </w:r>
    </w:p>
    <w:p w:rsidR="00800C31" w:rsidRPr="004E054E" w:rsidRDefault="00800C31" w:rsidP="009370F2">
      <w:pPr>
        <w:ind w:firstLine="709"/>
        <w:jc w:val="both"/>
        <w:rPr>
          <w:spacing w:val="-6"/>
          <w:szCs w:val="30"/>
        </w:rPr>
      </w:pPr>
      <w:r>
        <w:rPr>
          <w:spacing w:val="-6"/>
          <w:szCs w:val="30"/>
        </w:rPr>
        <w:t>прием на работу лиц</w:t>
      </w:r>
      <w:r w:rsidR="00B320F5">
        <w:rPr>
          <w:spacing w:val="-6"/>
          <w:szCs w:val="30"/>
        </w:rPr>
        <w:t>,</w:t>
      </w:r>
      <w:r w:rsidRPr="00800C31">
        <w:t xml:space="preserve"> </w:t>
      </w:r>
      <w:r w:rsidRPr="00800C31">
        <w:rPr>
          <w:spacing w:val="-6"/>
          <w:szCs w:val="30"/>
        </w:rPr>
        <w:t>в возрасте от четырнадцати до шестнадцати лет</w:t>
      </w:r>
      <w:r w:rsidR="00B320F5">
        <w:rPr>
          <w:spacing w:val="-6"/>
          <w:szCs w:val="30"/>
        </w:rPr>
        <w:t>,</w:t>
      </w:r>
      <w:r>
        <w:rPr>
          <w:spacing w:val="-6"/>
          <w:szCs w:val="30"/>
        </w:rPr>
        <w:t xml:space="preserve"> при наличии </w:t>
      </w:r>
      <w:r w:rsidR="00B320F5" w:rsidRPr="00B320F5">
        <w:rPr>
          <w:spacing w:val="-6"/>
          <w:szCs w:val="30"/>
        </w:rPr>
        <w:t>письменного согласия одного из родителей (усыновителей (удочерителей), попечителей);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соответствие рабочих мест требованиям нормативных правовых актов по охране труда, на которых будут выполнять работы участники студенческих отрядов;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проведение участникам студенческих отрядов обучения, инструктажа, стажировки и проверки знаний по вопросам охраны труда</w:t>
      </w:r>
      <w:r w:rsidR="00710EAF">
        <w:rPr>
          <w:spacing w:val="-6"/>
          <w:szCs w:val="30"/>
        </w:rPr>
        <w:t xml:space="preserve"> в соответствии с требованиями </w:t>
      </w:r>
      <w:r w:rsidR="00710EAF" w:rsidRPr="00710EAF">
        <w:rPr>
          <w:spacing w:val="-6"/>
          <w:szCs w:val="30"/>
        </w:rPr>
        <w:t>Инструкци</w:t>
      </w:r>
      <w:r w:rsidR="00710EAF">
        <w:rPr>
          <w:spacing w:val="-6"/>
          <w:szCs w:val="30"/>
        </w:rPr>
        <w:t>и</w:t>
      </w:r>
      <w:r w:rsidR="00710EAF" w:rsidRPr="00710EAF">
        <w:rPr>
          <w:spacing w:val="-6"/>
          <w:szCs w:val="30"/>
        </w:rPr>
        <w:t xml:space="preserve"> о порядке обучения, стажировки, инструктажа и проверки знаний по вопросам охраны труда</w:t>
      </w:r>
      <w:r w:rsidRPr="004E054E">
        <w:rPr>
          <w:spacing w:val="-6"/>
          <w:szCs w:val="30"/>
        </w:rPr>
        <w:t>;</w:t>
      </w:r>
    </w:p>
    <w:p w:rsidR="00800C31" w:rsidRDefault="00410530" w:rsidP="00800C31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 xml:space="preserve">выдачу </w:t>
      </w:r>
      <w:r w:rsidR="009370F2" w:rsidRPr="004E054E">
        <w:rPr>
          <w:spacing w:val="-6"/>
          <w:szCs w:val="30"/>
        </w:rPr>
        <w:t>участник</w:t>
      </w:r>
      <w:r w:rsidRPr="004E054E">
        <w:rPr>
          <w:spacing w:val="-6"/>
          <w:szCs w:val="30"/>
        </w:rPr>
        <w:t>ам</w:t>
      </w:r>
      <w:r w:rsidR="009370F2" w:rsidRPr="004E054E">
        <w:rPr>
          <w:spacing w:val="-6"/>
          <w:szCs w:val="30"/>
        </w:rPr>
        <w:t xml:space="preserve"> студенческих отрядов требуемой по нормам специальной одежды и обуви, других средств индивидуальной защиты</w:t>
      </w:r>
      <w:r w:rsidR="00710EAF" w:rsidRPr="00710EAF">
        <w:t xml:space="preserve"> в соответствии с требованиями </w:t>
      </w:r>
      <w:r w:rsidR="00710EAF" w:rsidRPr="00710EAF">
        <w:rPr>
          <w:spacing w:val="-6"/>
          <w:szCs w:val="30"/>
        </w:rPr>
        <w:t>Инструкци</w:t>
      </w:r>
      <w:r w:rsidR="00710EAF">
        <w:rPr>
          <w:spacing w:val="-6"/>
          <w:szCs w:val="30"/>
        </w:rPr>
        <w:t>и</w:t>
      </w:r>
      <w:r w:rsidR="00710EAF" w:rsidRPr="00710EAF">
        <w:rPr>
          <w:spacing w:val="-6"/>
          <w:szCs w:val="30"/>
        </w:rPr>
        <w:t xml:space="preserve"> о порядке обеспечения работников средствами индивидуальной защиты</w:t>
      </w:r>
      <w:r w:rsidR="00943BAB" w:rsidRPr="004E054E">
        <w:rPr>
          <w:spacing w:val="-6"/>
          <w:szCs w:val="30"/>
        </w:rPr>
        <w:t>;</w:t>
      </w:r>
    </w:p>
    <w:p w:rsidR="0024697D" w:rsidRPr="004E054E" w:rsidRDefault="007D2E71" w:rsidP="0024697D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выполнение</w:t>
      </w:r>
      <w:r w:rsidR="0024697D" w:rsidRPr="004E054E">
        <w:rPr>
          <w:spacing w:val="-6"/>
          <w:szCs w:val="30"/>
        </w:rPr>
        <w:t xml:space="preserve"> требовани</w:t>
      </w:r>
      <w:r w:rsidRPr="004E054E">
        <w:rPr>
          <w:spacing w:val="-6"/>
          <w:szCs w:val="30"/>
        </w:rPr>
        <w:t xml:space="preserve">й </w:t>
      </w:r>
      <w:r w:rsidR="0024697D" w:rsidRPr="004E054E">
        <w:rPr>
          <w:spacing w:val="-6"/>
          <w:szCs w:val="30"/>
        </w:rPr>
        <w:t>постановлени</w:t>
      </w:r>
      <w:r w:rsidR="00B320F5">
        <w:rPr>
          <w:spacing w:val="-6"/>
          <w:szCs w:val="30"/>
        </w:rPr>
        <w:t>й</w:t>
      </w:r>
      <w:r w:rsidR="0024697D" w:rsidRPr="004E054E">
        <w:rPr>
          <w:spacing w:val="-6"/>
          <w:szCs w:val="30"/>
        </w:rPr>
        <w:t xml:space="preserve"> № 144</w:t>
      </w:r>
      <w:r w:rsidR="00B320F5">
        <w:rPr>
          <w:spacing w:val="-6"/>
          <w:szCs w:val="30"/>
        </w:rPr>
        <w:t xml:space="preserve"> и</w:t>
      </w:r>
      <w:r w:rsidR="0024697D" w:rsidRPr="004E054E">
        <w:rPr>
          <w:spacing w:val="-6"/>
          <w:szCs w:val="30"/>
        </w:rPr>
        <w:t xml:space="preserve"> №</w:t>
      </w:r>
      <w:r w:rsidR="00B320F5">
        <w:rPr>
          <w:spacing w:val="-6"/>
          <w:szCs w:val="30"/>
        </w:rPr>
        <w:t xml:space="preserve"> </w:t>
      </w:r>
      <w:r w:rsidR="00542EBB" w:rsidRPr="004E054E">
        <w:rPr>
          <w:spacing w:val="-6"/>
          <w:szCs w:val="30"/>
        </w:rPr>
        <w:t>134</w:t>
      </w:r>
      <w:r w:rsidR="00AD11F9" w:rsidRPr="004E054E">
        <w:rPr>
          <w:spacing w:val="-6"/>
          <w:szCs w:val="30"/>
        </w:rPr>
        <w:t>;</w:t>
      </w:r>
    </w:p>
    <w:p w:rsidR="003C7318" w:rsidRPr="004E054E" w:rsidRDefault="00AD11F9" w:rsidP="00943BAB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4.2.</w:t>
      </w:r>
      <w:r w:rsidRPr="004E054E">
        <w:rPr>
          <w:spacing w:val="-6"/>
          <w:szCs w:val="30"/>
        </w:rPr>
        <w:tab/>
        <w:t>н</w:t>
      </w:r>
      <w:r w:rsidR="00BE6793" w:rsidRPr="004E054E">
        <w:rPr>
          <w:spacing w:val="-6"/>
          <w:szCs w:val="30"/>
        </w:rPr>
        <w:t>е допускать</w:t>
      </w:r>
      <w:r w:rsidR="00B74514" w:rsidRPr="004E054E">
        <w:rPr>
          <w:spacing w:val="-6"/>
          <w:szCs w:val="30"/>
        </w:rPr>
        <w:t xml:space="preserve"> несовершеннолетних учащихся к</w:t>
      </w:r>
      <w:r w:rsidR="00BE6793" w:rsidRPr="004E054E">
        <w:rPr>
          <w:spacing w:val="-6"/>
          <w:szCs w:val="30"/>
        </w:rPr>
        <w:t xml:space="preserve"> выполнени</w:t>
      </w:r>
      <w:r w:rsidR="00B74514" w:rsidRPr="004E054E">
        <w:rPr>
          <w:spacing w:val="-6"/>
          <w:szCs w:val="30"/>
        </w:rPr>
        <w:t>ю</w:t>
      </w:r>
      <w:r w:rsidR="00BE6793" w:rsidRPr="004E054E">
        <w:rPr>
          <w:spacing w:val="-6"/>
          <w:szCs w:val="30"/>
        </w:rPr>
        <w:t xml:space="preserve"> работ</w:t>
      </w:r>
      <w:r w:rsidR="00B74514" w:rsidRPr="004E054E">
        <w:rPr>
          <w:spacing w:val="-6"/>
          <w:szCs w:val="30"/>
        </w:rPr>
        <w:t>, установленных</w:t>
      </w:r>
      <w:r w:rsidR="0024697D" w:rsidRPr="004E054E">
        <w:rPr>
          <w:spacing w:val="-6"/>
          <w:szCs w:val="30"/>
        </w:rPr>
        <w:t xml:space="preserve"> постановлени</w:t>
      </w:r>
      <w:r w:rsidR="00B74514" w:rsidRPr="004E054E">
        <w:rPr>
          <w:spacing w:val="-6"/>
          <w:szCs w:val="30"/>
        </w:rPr>
        <w:t>ем</w:t>
      </w:r>
      <w:r w:rsidR="0024697D" w:rsidRPr="004E054E">
        <w:rPr>
          <w:spacing w:val="-6"/>
          <w:szCs w:val="30"/>
        </w:rPr>
        <w:t xml:space="preserve"> № 67.</w:t>
      </w:r>
    </w:p>
    <w:sectPr w:rsidR="003C7318" w:rsidRPr="004E054E" w:rsidSect="004E054E">
      <w:headerReference w:type="default" r:id="rId7"/>
      <w:pgSz w:w="11909" w:h="16834" w:code="9"/>
      <w:pgMar w:top="1134" w:right="567" w:bottom="1134" w:left="1701" w:header="720" w:footer="720" w:gutter="0"/>
      <w:cols w:space="720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513" w:rsidRDefault="00E82513" w:rsidP="001F3533">
      <w:r>
        <w:separator/>
      </w:r>
    </w:p>
  </w:endnote>
  <w:endnote w:type="continuationSeparator" w:id="0">
    <w:p w:rsidR="00E82513" w:rsidRDefault="00E82513" w:rsidP="001F3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513" w:rsidRDefault="00E82513" w:rsidP="001F3533">
      <w:r>
        <w:separator/>
      </w:r>
    </w:p>
  </w:footnote>
  <w:footnote w:type="continuationSeparator" w:id="0">
    <w:p w:rsidR="00E82513" w:rsidRDefault="00E82513" w:rsidP="001F3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5035984"/>
      <w:docPartObj>
        <w:docPartGallery w:val="Page Numbers (Top of Page)"/>
        <w:docPartUnique/>
      </w:docPartObj>
    </w:sdtPr>
    <w:sdtContent>
      <w:p w:rsidR="001F3533" w:rsidRDefault="004D3627">
        <w:pPr>
          <w:pStyle w:val="a6"/>
          <w:jc w:val="center"/>
        </w:pPr>
        <w:r>
          <w:fldChar w:fldCharType="begin"/>
        </w:r>
        <w:r w:rsidR="001F3533">
          <w:instrText>PAGE   \* MERGEFORMAT</w:instrText>
        </w:r>
        <w:r>
          <w:fldChar w:fldCharType="separate"/>
        </w:r>
        <w:r w:rsidR="00A47EB8">
          <w:rPr>
            <w:noProof/>
          </w:rPr>
          <w:t>7</w:t>
        </w:r>
        <w:r>
          <w:fldChar w:fldCharType="end"/>
        </w:r>
      </w:p>
    </w:sdtContent>
  </w:sdt>
  <w:p w:rsidR="001F3533" w:rsidRDefault="001F353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35A52"/>
    <w:rsid w:val="0000294E"/>
    <w:rsid w:val="00012C7A"/>
    <w:rsid w:val="00012E7A"/>
    <w:rsid w:val="00033EB1"/>
    <w:rsid w:val="00042CB4"/>
    <w:rsid w:val="00045FD1"/>
    <w:rsid w:val="00054572"/>
    <w:rsid w:val="000630E1"/>
    <w:rsid w:val="00072455"/>
    <w:rsid w:val="00073B40"/>
    <w:rsid w:val="000743F7"/>
    <w:rsid w:val="0007463A"/>
    <w:rsid w:val="000A35C4"/>
    <w:rsid w:val="000B38B5"/>
    <w:rsid w:val="000B4C0A"/>
    <w:rsid w:val="000E7A9A"/>
    <w:rsid w:val="000F59A2"/>
    <w:rsid w:val="0011293C"/>
    <w:rsid w:val="00121A0D"/>
    <w:rsid w:val="00126545"/>
    <w:rsid w:val="00126D08"/>
    <w:rsid w:val="00127131"/>
    <w:rsid w:val="001374F6"/>
    <w:rsid w:val="00144508"/>
    <w:rsid w:val="00146FA4"/>
    <w:rsid w:val="00151F94"/>
    <w:rsid w:val="00167610"/>
    <w:rsid w:val="001743A8"/>
    <w:rsid w:val="001779A5"/>
    <w:rsid w:val="00186239"/>
    <w:rsid w:val="0019382E"/>
    <w:rsid w:val="00196E9A"/>
    <w:rsid w:val="001B5784"/>
    <w:rsid w:val="001B70BB"/>
    <w:rsid w:val="001C3891"/>
    <w:rsid w:val="001C4DAA"/>
    <w:rsid w:val="001C64FE"/>
    <w:rsid w:val="001D183A"/>
    <w:rsid w:val="001D470C"/>
    <w:rsid w:val="001E28F2"/>
    <w:rsid w:val="001F3533"/>
    <w:rsid w:val="001F495D"/>
    <w:rsid w:val="00203064"/>
    <w:rsid w:val="00211F51"/>
    <w:rsid w:val="0023004A"/>
    <w:rsid w:val="0023297F"/>
    <w:rsid w:val="0024323B"/>
    <w:rsid w:val="00244B52"/>
    <w:rsid w:val="00245864"/>
    <w:rsid w:val="0024697D"/>
    <w:rsid w:val="00250A65"/>
    <w:rsid w:val="00262C64"/>
    <w:rsid w:val="002821C6"/>
    <w:rsid w:val="002A1C1D"/>
    <w:rsid w:val="002C4A0B"/>
    <w:rsid w:val="002D0EC5"/>
    <w:rsid w:val="002D24DD"/>
    <w:rsid w:val="002D4903"/>
    <w:rsid w:val="002D53D2"/>
    <w:rsid w:val="002D76A5"/>
    <w:rsid w:val="002E2583"/>
    <w:rsid w:val="002E4969"/>
    <w:rsid w:val="002F3F4F"/>
    <w:rsid w:val="002F53D4"/>
    <w:rsid w:val="00300160"/>
    <w:rsid w:val="0031436D"/>
    <w:rsid w:val="003144BD"/>
    <w:rsid w:val="003317AF"/>
    <w:rsid w:val="00335A52"/>
    <w:rsid w:val="00336695"/>
    <w:rsid w:val="00345B1C"/>
    <w:rsid w:val="00352556"/>
    <w:rsid w:val="00373B03"/>
    <w:rsid w:val="00384662"/>
    <w:rsid w:val="003948E6"/>
    <w:rsid w:val="003A1644"/>
    <w:rsid w:val="003A7D8F"/>
    <w:rsid w:val="003C0623"/>
    <w:rsid w:val="003C4E6E"/>
    <w:rsid w:val="003C710A"/>
    <w:rsid w:val="003C7318"/>
    <w:rsid w:val="003D6431"/>
    <w:rsid w:val="003E0679"/>
    <w:rsid w:val="003E2317"/>
    <w:rsid w:val="003E5F2D"/>
    <w:rsid w:val="0040410E"/>
    <w:rsid w:val="00410530"/>
    <w:rsid w:val="00432967"/>
    <w:rsid w:val="00432D07"/>
    <w:rsid w:val="00440E34"/>
    <w:rsid w:val="004514B5"/>
    <w:rsid w:val="0046571F"/>
    <w:rsid w:val="00474E5E"/>
    <w:rsid w:val="00480714"/>
    <w:rsid w:val="00490DD9"/>
    <w:rsid w:val="004910EB"/>
    <w:rsid w:val="00496505"/>
    <w:rsid w:val="004B4858"/>
    <w:rsid w:val="004B4D54"/>
    <w:rsid w:val="004D0BD2"/>
    <w:rsid w:val="004D27B0"/>
    <w:rsid w:val="004D3627"/>
    <w:rsid w:val="004D57A2"/>
    <w:rsid w:val="004D73AF"/>
    <w:rsid w:val="004E054E"/>
    <w:rsid w:val="004E3CC3"/>
    <w:rsid w:val="004E469F"/>
    <w:rsid w:val="004E4A39"/>
    <w:rsid w:val="004E7602"/>
    <w:rsid w:val="004F6CFC"/>
    <w:rsid w:val="00512B6E"/>
    <w:rsid w:val="005247AD"/>
    <w:rsid w:val="0053409F"/>
    <w:rsid w:val="00535DF3"/>
    <w:rsid w:val="00542EBB"/>
    <w:rsid w:val="00552F1F"/>
    <w:rsid w:val="0056109E"/>
    <w:rsid w:val="0056401A"/>
    <w:rsid w:val="005646E0"/>
    <w:rsid w:val="00574962"/>
    <w:rsid w:val="00582EB9"/>
    <w:rsid w:val="00587FC4"/>
    <w:rsid w:val="00597424"/>
    <w:rsid w:val="005A06BF"/>
    <w:rsid w:val="005A5315"/>
    <w:rsid w:val="005B3102"/>
    <w:rsid w:val="005D0967"/>
    <w:rsid w:val="005E39AA"/>
    <w:rsid w:val="005E3F3F"/>
    <w:rsid w:val="005E4B35"/>
    <w:rsid w:val="005E75DE"/>
    <w:rsid w:val="005F5D78"/>
    <w:rsid w:val="005F61BF"/>
    <w:rsid w:val="005F62FE"/>
    <w:rsid w:val="006055B4"/>
    <w:rsid w:val="0061018D"/>
    <w:rsid w:val="00610B7C"/>
    <w:rsid w:val="0061128A"/>
    <w:rsid w:val="00614B82"/>
    <w:rsid w:val="006151F5"/>
    <w:rsid w:val="00615340"/>
    <w:rsid w:val="0062544A"/>
    <w:rsid w:val="00633E2E"/>
    <w:rsid w:val="00634FEA"/>
    <w:rsid w:val="00640028"/>
    <w:rsid w:val="006413E2"/>
    <w:rsid w:val="006446F3"/>
    <w:rsid w:val="00644767"/>
    <w:rsid w:val="00662802"/>
    <w:rsid w:val="00664DC0"/>
    <w:rsid w:val="006804D7"/>
    <w:rsid w:val="00690434"/>
    <w:rsid w:val="006A1686"/>
    <w:rsid w:val="006B15D1"/>
    <w:rsid w:val="006B3627"/>
    <w:rsid w:val="006B4FF6"/>
    <w:rsid w:val="006B5532"/>
    <w:rsid w:val="006C5936"/>
    <w:rsid w:val="006D01EB"/>
    <w:rsid w:val="006E0D30"/>
    <w:rsid w:val="006E44B9"/>
    <w:rsid w:val="006F0E17"/>
    <w:rsid w:val="006F6899"/>
    <w:rsid w:val="006F7E3B"/>
    <w:rsid w:val="00703654"/>
    <w:rsid w:val="00704614"/>
    <w:rsid w:val="00706B4F"/>
    <w:rsid w:val="00710EAF"/>
    <w:rsid w:val="0071389A"/>
    <w:rsid w:val="00717D92"/>
    <w:rsid w:val="00721F27"/>
    <w:rsid w:val="007257DC"/>
    <w:rsid w:val="00727515"/>
    <w:rsid w:val="00730EAA"/>
    <w:rsid w:val="0073548C"/>
    <w:rsid w:val="00743B41"/>
    <w:rsid w:val="00751F1D"/>
    <w:rsid w:val="0077101C"/>
    <w:rsid w:val="007933EA"/>
    <w:rsid w:val="007941C4"/>
    <w:rsid w:val="007A1286"/>
    <w:rsid w:val="007A18E3"/>
    <w:rsid w:val="007C484F"/>
    <w:rsid w:val="007D2E71"/>
    <w:rsid w:val="007D5F7A"/>
    <w:rsid w:val="007E2401"/>
    <w:rsid w:val="007E454D"/>
    <w:rsid w:val="007E7D96"/>
    <w:rsid w:val="007F5ECD"/>
    <w:rsid w:val="007F647E"/>
    <w:rsid w:val="00800C31"/>
    <w:rsid w:val="00805DD2"/>
    <w:rsid w:val="00810E45"/>
    <w:rsid w:val="0081131E"/>
    <w:rsid w:val="00833102"/>
    <w:rsid w:val="008360C9"/>
    <w:rsid w:val="008371C4"/>
    <w:rsid w:val="008434E9"/>
    <w:rsid w:val="00867BB1"/>
    <w:rsid w:val="00873D2A"/>
    <w:rsid w:val="00874370"/>
    <w:rsid w:val="0087538B"/>
    <w:rsid w:val="008804CB"/>
    <w:rsid w:val="008931E3"/>
    <w:rsid w:val="008A17F6"/>
    <w:rsid w:val="008B199A"/>
    <w:rsid w:val="008C6F0F"/>
    <w:rsid w:val="008D5AAF"/>
    <w:rsid w:val="008E6037"/>
    <w:rsid w:val="009145B4"/>
    <w:rsid w:val="00924AA5"/>
    <w:rsid w:val="00930005"/>
    <w:rsid w:val="009370F2"/>
    <w:rsid w:val="00937C8D"/>
    <w:rsid w:val="00943BAB"/>
    <w:rsid w:val="00950BDD"/>
    <w:rsid w:val="00953AF0"/>
    <w:rsid w:val="0096026F"/>
    <w:rsid w:val="009604C8"/>
    <w:rsid w:val="0096302B"/>
    <w:rsid w:val="009645AA"/>
    <w:rsid w:val="009657A5"/>
    <w:rsid w:val="0097415D"/>
    <w:rsid w:val="00976FE5"/>
    <w:rsid w:val="00987DAD"/>
    <w:rsid w:val="00997E50"/>
    <w:rsid w:val="009A0617"/>
    <w:rsid w:val="009A3BCF"/>
    <w:rsid w:val="009B5539"/>
    <w:rsid w:val="009C0BA6"/>
    <w:rsid w:val="009D1E9F"/>
    <w:rsid w:val="009F2508"/>
    <w:rsid w:val="009F65EA"/>
    <w:rsid w:val="00A04D94"/>
    <w:rsid w:val="00A07CCC"/>
    <w:rsid w:val="00A07E02"/>
    <w:rsid w:val="00A12191"/>
    <w:rsid w:val="00A22C82"/>
    <w:rsid w:val="00A23A2C"/>
    <w:rsid w:val="00A26116"/>
    <w:rsid w:val="00A27A0C"/>
    <w:rsid w:val="00A47EB8"/>
    <w:rsid w:val="00A54A7C"/>
    <w:rsid w:val="00A566AC"/>
    <w:rsid w:val="00A57D40"/>
    <w:rsid w:val="00A67CC9"/>
    <w:rsid w:val="00A7411A"/>
    <w:rsid w:val="00A773B9"/>
    <w:rsid w:val="00A879BB"/>
    <w:rsid w:val="00AA17CB"/>
    <w:rsid w:val="00AA3BFC"/>
    <w:rsid w:val="00AB09FE"/>
    <w:rsid w:val="00AB2473"/>
    <w:rsid w:val="00AB2693"/>
    <w:rsid w:val="00AB37A4"/>
    <w:rsid w:val="00AB59D1"/>
    <w:rsid w:val="00AC330A"/>
    <w:rsid w:val="00AC50C7"/>
    <w:rsid w:val="00AC6A50"/>
    <w:rsid w:val="00AD0FF2"/>
    <w:rsid w:val="00AD11F9"/>
    <w:rsid w:val="00AD147A"/>
    <w:rsid w:val="00AD2903"/>
    <w:rsid w:val="00AD558C"/>
    <w:rsid w:val="00AE0764"/>
    <w:rsid w:val="00AF687F"/>
    <w:rsid w:val="00B138FF"/>
    <w:rsid w:val="00B320F5"/>
    <w:rsid w:val="00B32429"/>
    <w:rsid w:val="00B43296"/>
    <w:rsid w:val="00B54264"/>
    <w:rsid w:val="00B63D4D"/>
    <w:rsid w:val="00B64731"/>
    <w:rsid w:val="00B64D6D"/>
    <w:rsid w:val="00B654B3"/>
    <w:rsid w:val="00B67A16"/>
    <w:rsid w:val="00B70FBE"/>
    <w:rsid w:val="00B73383"/>
    <w:rsid w:val="00B73FA3"/>
    <w:rsid w:val="00B74514"/>
    <w:rsid w:val="00B76F7A"/>
    <w:rsid w:val="00BA43B8"/>
    <w:rsid w:val="00BB12A5"/>
    <w:rsid w:val="00BC6A73"/>
    <w:rsid w:val="00BE201E"/>
    <w:rsid w:val="00BE6793"/>
    <w:rsid w:val="00BF3A87"/>
    <w:rsid w:val="00C21051"/>
    <w:rsid w:val="00C21867"/>
    <w:rsid w:val="00C2470C"/>
    <w:rsid w:val="00C3011E"/>
    <w:rsid w:val="00C32CFE"/>
    <w:rsid w:val="00C337B3"/>
    <w:rsid w:val="00C61518"/>
    <w:rsid w:val="00C72972"/>
    <w:rsid w:val="00C72C28"/>
    <w:rsid w:val="00C736D1"/>
    <w:rsid w:val="00CA0982"/>
    <w:rsid w:val="00CA1387"/>
    <w:rsid w:val="00CA261F"/>
    <w:rsid w:val="00CB0D8C"/>
    <w:rsid w:val="00CB285C"/>
    <w:rsid w:val="00CB5E88"/>
    <w:rsid w:val="00CC0AEE"/>
    <w:rsid w:val="00CE30FE"/>
    <w:rsid w:val="00CE5F86"/>
    <w:rsid w:val="00CE7929"/>
    <w:rsid w:val="00CF2E2B"/>
    <w:rsid w:val="00CF44B2"/>
    <w:rsid w:val="00D010B5"/>
    <w:rsid w:val="00D04118"/>
    <w:rsid w:val="00D1060F"/>
    <w:rsid w:val="00D13AA8"/>
    <w:rsid w:val="00D2101A"/>
    <w:rsid w:val="00D23428"/>
    <w:rsid w:val="00D40D5D"/>
    <w:rsid w:val="00D43440"/>
    <w:rsid w:val="00D441C4"/>
    <w:rsid w:val="00D540B6"/>
    <w:rsid w:val="00D66800"/>
    <w:rsid w:val="00D71F58"/>
    <w:rsid w:val="00D81B7C"/>
    <w:rsid w:val="00D840A3"/>
    <w:rsid w:val="00D84435"/>
    <w:rsid w:val="00D86F4B"/>
    <w:rsid w:val="00D92750"/>
    <w:rsid w:val="00D93D02"/>
    <w:rsid w:val="00D964A8"/>
    <w:rsid w:val="00DA7E8B"/>
    <w:rsid w:val="00DB7FC9"/>
    <w:rsid w:val="00DC3CD7"/>
    <w:rsid w:val="00E00031"/>
    <w:rsid w:val="00E015D3"/>
    <w:rsid w:val="00E130FD"/>
    <w:rsid w:val="00E318C8"/>
    <w:rsid w:val="00E51019"/>
    <w:rsid w:val="00E5101F"/>
    <w:rsid w:val="00E56BF1"/>
    <w:rsid w:val="00E61A88"/>
    <w:rsid w:val="00E6520B"/>
    <w:rsid w:val="00E734DA"/>
    <w:rsid w:val="00E82513"/>
    <w:rsid w:val="00E83E47"/>
    <w:rsid w:val="00E83FC0"/>
    <w:rsid w:val="00EB1CFB"/>
    <w:rsid w:val="00EC2BE7"/>
    <w:rsid w:val="00EC31AE"/>
    <w:rsid w:val="00EE038E"/>
    <w:rsid w:val="00EE78BE"/>
    <w:rsid w:val="00EF1937"/>
    <w:rsid w:val="00F0262D"/>
    <w:rsid w:val="00F051E4"/>
    <w:rsid w:val="00F0652A"/>
    <w:rsid w:val="00F1141F"/>
    <w:rsid w:val="00F14A52"/>
    <w:rsid w:val="00F17F6A"/>
    <w:rsid w:val="00F44EE2"/>
    <w:rsid w:val="00F46169"/>
    <w:rsid w:val="00F47DE7"/>
    <w:rsid w:val="00F53E12"/>
    <w:rsid w:val="00F56E81"/>
    <w:rsid w:val="00F6078B"/>
    <w:rsid w:val="00F63F8D"/>
    <w:rsid w:val="00F658D6"/>
    <w:rsid w:val="00F84DA2"/>
    <w:rsid w:val="00F940B0"/>
    <w:rsid w:val="00F9696F"/>
    <w:rsid w:val="00FB52AB"/>
    <w:rsid w:val="00FD6905"/>
    <w:rsid w:val="00FE154A"/>
    <w:rsid w:val="00FF31A6"/>
    <w:rsid w:val="00FF344A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27"/>
    <w:rPr>
      <w:sz w:val="30"/>
    </w:rPr>
  </w:style>
  <w:style w:type="paragraph" w:styleId="1">
    <w:name w:val="heading 1"/>
    <w:basedOn w:val="a"/>
    <w:next w:val="a"/>
    <w:qFormat/>
    <w:rsid w:val="004D3627"/>
    <w:pPr>
      <w:keepNext/>
      <w:framePr w:hSpace="180" w:wrap="notBeside" w:vAnchor="text" w:hAnchor="page" w:x="8254" w:y="68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D3627"/>
    <w:pPr>
      <w:keepNext/>
      <w:ind w:firstLine="2880"/>
      <w:outlineLvl w:val="1"/>
    </w:pPr>
    <w:rPr>
      <w:sz w:val="28"/>
    </w:rPr>
  </w:style>
  <w:style w:type="paragraph" w:styleId="3">
    <w:name w:val="heading 3"/>
    <w:basedOn w:val="a"/>
    <w:next w:val="a"/>
    <w:qFormat/>
    <w:rsid w:val="004D3627"/>
    <w:pPr>
      <w:keepNext/>
      <w:spacing w:line="280" w:lineRule="exact"/>
      <w:jc w:val="both"/>
      <w:outlineLvl w:val="2"/>
    </w:pPr>
  </w:style>
  <w:style w:type="paragraph" w:styleId="4">
    <w:name w:val="heading 4"/>
    <w:basedOn w:val="a"/>
    <w:next w:val="a"/>
    <w:qFormat/>
    <w:rsid w:val="004D3627"/>
    <w:pPr>
      <w:keepNext/>
      <w:tabs>
        <w:tab w:val="left" w:pos="6804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7E50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nhideWhenUsed/>
    <w:rsid w:val="00335A52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Нижний колонтитул Знак"/>
    <w:basedOn w:val="a0"/>
    <w:link w:val="a4"/>
    <w:rsid w:val="00335A52"/>
    <w:rPr>
      <w:sz w:val="24"/>
    </w:rPr>
  </w:style>
  <w:style w:type="paragraph" w:styleId="a6">
    <w:name w:val="header"/>
    <w:basedOn w:val="a"/>
    <w:link w:val="a7"/>
    <w:uiPriority w:val="99"/>
    <w:rsid w:val="001F35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3533"/>
    <w:rPr>
      <w:sz w:val="30"/>
    </w:rPr>
  </w:style>
  <w:style w:type="character" w:styleId="a8">
    <w:name w:val="footnote reference"/>
    <w:basedOn w:val="a0"/>
    <w:rsid w:val="00012E7A"/>
    <w:rPr>
      <w:vertAlign w:val="superscript"/>
    </w:rPr>
  </w:style>
  <w:style w:type="paragraph" w:styleId="a9">
    <w:name w:val="footnote text"/>
    <w:basedOn w:val="a"/>
    <w:link w:val="aa"/>
    <w:rsid w:val="00012E7A"/>
    <w:rPr>
      <w:sz w:val="20"/>
    </w:rPr>
  </w:style>
  <w:style w:type="character" w:customStyle="1" w:styleId="aa">
    <w:name w:val="Текст сноски Знак"/>
    <w:basedOn w:val="a0"/>
    <w:link w:val="a9"/>
    <w:rsid w:val="00012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30"/>
    </w:rPr>
  </w:style>
  <w:style w:type="paragraph" w:styleId="1">
    <w:name w:val="heading 1"/>
    <w:basedOn w:val="a"/>
    <w:next w:val="a"/>
    <w:qFormat/>
    <w:pPr>
      <w:keepNext/>
      <w:framePr w:hSpace="180" w:wrap="notBeside" w:vAnchor="text" w:hAnchor="page" w:x="8254" w:y="68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288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280" w:lineRule="exact"/>
      <w:jc w:val="both"/>
      <w:outlineLvl w:val="2"/>
    </w:pPr>
  </w:style>
  <w:style w:type="paragraph" w:styleId="4">
    <w:name w:val="heading 4"/>
    <w:basedOn w:val="a"/>
    <w:next w:val="a"/>
    <w:qFormat/>
    <w:pPr>
      <w:keepNext/>
      <w:tabs>
        <w:tab w:val="left" w:pos="6804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7E50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nhideWhenUsed/>
    <w:rsid w:val="00335A52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Нижний колонтитул Знак"/>
    <w:basedOn w:val="a0"/>
    <w:link w:val="a4"/>
    <w:rsid w:val="00335A52"/>
    <w:rPr>
      <w:sz w:val="24"/>
    </w:rPr>
  </w:style>
  <w:style w:type="paragraph" w:styleId="a6">
    <w:name w:val="header"/>
    <w:basedOn w:val="a"/>
    <w:link w:val="a7"/>
    <w:uiPriority w:val="99"/>
    <w:rsid w:val="001F35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3533"/>
    <w:rPr>
      <w:sz w:val="30"/>
    </w:rPr>
  </w:style>
  <w:style w:type="character" w:styleId="a8">
    <w:name w:val="footnote reference"/>
    <w:basedOn w:val="a0"/>
    <w:rsid w:val="00012E7A"/>
    <w:rPr>
      <w:vertAlign w:val="superscript"/>
    </w:rPr>
  </w:style>
  <w:style w:type="paragraph" w:styleId="a9">
    <w:name w:val="footnote text"/>
    <w:basedOn w:val="a"/>
    <w:link w:val="aa"/>
    <w:rsid w:val="00012E7A"/>
    <w:rPr>
      <w:sz w:val="20"/>
    </w:rPr>
  </w:style>
  <w:style w:type="character" w:customStyle="1" w:styleId="aa">
    <w:name w:val="Текст сноски Знак"/>
    <w:basedOn w:val="a0"/>
    <w:link w:val="a9"/>
    <w:rsid w:val="00012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karevskaya\Desktop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10D6B-A9AD-41D6-8375-66C15BB3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Письмо.dot</Template>
  <TotalTime>1</TotalTime>
  <Pages>7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[Адресат]</vt:lpstr>
    </vt:vector>
  </TitlesOfParts>
  <Company>MinTrud</Company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[Адресат]</dc:title>
  <dc:creator>Токаревская Светлана Викторовна</dc:creator>
  <cp:lastModifiedBy>Имя</cp:lastModifiedBy>
  <cp:revision>2</cp:revision>
  <cp:lastPrinted>2020-05-21T06:16:00Z</cp:lastPrinted>
  <dcterms:created xsi:type="dcterms:W3CDTF">2020-06-01T10:13:00Z</dcterms:created>
  <dcterms:modified xsi:type="dcterms:W3CDTF">2020-06-01T10:13:00Z</dcterms:modified>
</cp:coreProperties>
</file>