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Layout w:type="fixed"/>
        <w:tblLook w:val="01E0"/>
      </w:tblPr>
      <w:tblGrid>
        <w:gridCol w:w="3730"/>
        <w:gridCol w:w="2060"/>
        <w:gridCol w:w="4245"/>
      </w:tblGrid>
      <w:tr w:rsidR="00686ED0" w:rsidTr="00181DD2">
        <w:tc>
          <w:tcPr>
            <w:tcW w:w="3730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Савет дэпутатаў</w:t>
            </w:r>
          </w:p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СЛЕДЗЮКОУСКІ СЕЛЬСКІ</w:t>
            </w:r>
          </w:p>
          <w:p w:rsidR="00686ED0" w:rsidRDefault="00686ED0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2060" w:type="dxa"/>
          </w:tcPr>
          <w:p w:rsidR="00686ED0" w:rsidRDefault="00686ED0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4245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Быховский район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ный</w:t>
            </w:r>
          </w:p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СЛЕДЮКОВСКИЙ СЕЛЬСКИЙ</w:t>
            </w:r>
          </w:p>
          <w:p w:rsidR="00686ED0" w:rsidRDefault="00686ED0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</w:tc>
      </w:tr>
    </w:tbl>
    <w:p w:rsidR="00686ED0" w:rsidRDefault="00686ED0" w:rsidP="00181DD2">
      <w:pPr>
        <w:spacing w:line="360" w:lineRule="auto"/>
        <w:outlineLvl w:val="0"/>
        <w:rPr>
          <w:b/>
          <w:sz w:val="20"/>
          <w:lang w:val="be-BY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3828"/>
        <w:gridCol w:w="1984"/>
        <w:gridCol w:w="4111"/>
      </w:tblGrid>
      <w:tr w:rsidR="00686ED0" w:rsidTr="00181DD2">
        <w:trPr>
          <w:cantSplit/>
          <w:trHeight w:val="381"/>
        </w:trPr>
        <w:tc>
          <w:tcPr>
            <w:tcW w:w="3828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4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11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686ED0" w:rsidRDefault="00686ED0" w:rsidP="00181DD2">
      <w:pPr>
        <w:jc w:val="both"/>
        <w:outlineLvl w:val="0"/>
        <w:rPr>
          <w:b/>
          <w:szCs w:val="30"/>
          <w:lang w:val="be-BY"/>
        </w:rPr>
      </w:pPr>
    </w:p>
    <w:p w:rsidR="00686ED0" w:rsidRDefault="00686ED0" w:rsidP="00181D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23 марта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Arial" w:hAnsi="Arial" w:cs="Arial"/>
            <w:b/>
            <w:sz w:val="28"/>
            <w:szCs w:val="28"/>
          </w:rPr>
          <w:t>2018 г</w:t>
        </w:r>
      </w:smartTag>
      <w:r>
        <w:rPr>
          <w:rFonts w:ascii="Arial" w:hAnsi="Arial" w:cs="Arial"/>
          <w:b/>
          <w:sz w:val="28"/>
          <w:szCs w:val="28"/>
        </w:rPr>
        <w:t xml:space="preserve">. № 2-2                                                   </w:t>
      </w:r>
    </w:p>
    <w:p w:rsidR="00686ED0" w:rsidRDefault="00686ED0" w:rsidP="00181DD2">
      <w:pPr>
        <w:jc w:val="both"/>
        <w:outlineLvl w:val="0"/>
        <w:rPr>
          <w:b/>
          <w:szCs w:val="30"/>
        </w:rPr>
      </w:pPr>
    </w:p>
    <w:tbl>
      <w:tblPr>
        <w:tblW w:w="0" w:type="auto"/>
        <w:tblLook w:val="01E0"/>
      </w:tblPr>
      <w:tblGrid>
        <w:gridCol w:w="3869"/>
        <w:gridCol w:w="1799"/>
        <w:gridCol w:w="3903"/>
      </w:tblGrid>
      <w:tr w:rsidR="00686ED0" w:rsidTr="00181DD2">
        <w:tc>
          <w:tcPr>
            <w:tcW w:w="3936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аг. </w:t>
            </w:r>
            <w:r>
              <w:rPr>
                <w:rFonts w:ascii="Arial" w:hAnsi="Arial" w:cs="Arial"/>
                <w:b/>
                <w:sz w:val="28"/>
                <w:szCs w:val="28"/>
                <w:lang w:val="be-BY"/>
              </w:rPr>
              <w:t>Следюк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842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86ED0" w:rsidRDefault="00686ED0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be-BY"/>
              </w:rPr>
              <w:t>аг</w:t>
            </w:r>
            <w:r>
              <w:rPr>
                <w:rFonts w:ascii="Arial" w:hAnsi="Arial" w:cs="Arial"/>
                <w:b/>
                <w:sz w:val="28"/>
                <w:szCs w:val="28"/>
              </w:rPr>
              <w:t>. Следюки</w:t>
            </w:r>
          </w:p>
        </w:tc>
      </w:tr>
    </w:tbl>
    <w:p w:rsidR="00686ED0" w:rsidRDefault="00686ED0" w:rsidP="00181DD2">
      <w:pPr>
        <w:jc w:val="both"/>
        <w:rPr>
          <w:sz w:val="30"/>
          <w:szCs w:val="30"/>
        </w:rPr>
      </w:pPr>
    </w:p>
    <w:p w:rsidR="00686ED0" w:rsidRDefault="00686ED0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686ED0" w:rsidRDefault="00686ED0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бюджета     Следюковского    сельского</w:t>
      </w:r>
    </w:p>
    <w:p w:rsidR="00686ED0" w:rsidRDefault="00686ED0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исполнительного комитета  за 2017 год</w:t>
      </w:r>
    </w:p>
    <w:p w:rsidR="00686ED0" w:rsidRDefault="00686ED0" w:rsidP="00181DD2">
      <w:pPr>
        <w:ind w:left="-709" w:firstLine="709"/>
        <w:jc w:val="both"/>
        <w:rPr>
          <w:sz w:val="30"/>
          <w:szCs w:val="30"/>
        </w:rPr>
      </w:pPr>
    </w:p>
    <w:p w:rsidR="00686ED0" w:rsidRDefault="00686ED0" w:rsidP="00181DD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Следюковский сельский  Совет депутатов РЕШИЛ:</w:t>
      </w:r>
    </w:p>
    <w:p w:rsidR="00686ED0" w:rsidRDefault="00686ED0" w:rsidP="00181D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Следюковского  сельского исполнительного комитета за 2017 год по доходам в сумме 116 087,24 рублей и по расходам в сумме  </w:t>
      </w:r>
      <w:r w:rsidRPr="001F069A">
        <w:rPr>
          <w:sz w:val="30"/>
          <w:szCs w:val="30"/>
        </w:rPr>
        <w:t>112 230,29</w:t>
      </w:r>
      <w:r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</w:rPr>
        <w:t>рублей с превышением  доходов</w:t>
      </w:r>
      <w:r w:rsidRPr="00A619D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над расходами в сумме </w:t>
      </w:r>
      <w:r w:rsidRPr="001F069A">
        <w:rPr>
          <w:bCs/>
          <w:sz w:val="30"/>
          <w:szCs w:val="30"/>
        </w:rPr>
        <w:t>3 856,95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>рублей согласно приложению.</w:t>
      </w:r>
    </w:p>
    <w:p w:rsidR="00686ED0" w:rsidRDefault="00686ED0" w:rsidP="00181DD2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686ED0" w:rsidRDefault="00686ED0" w:rsidP="00181DD2">
      <w:pPr>
        <w:rPr>
          <w:sz w:val="30"/>
          <w:szCs w:val="30"/>
        </w:rPr>
      </w:pPr>
    </w:p>
    <w:p w:rsidR="00686ED0" w:rsidRDefault="00686ED0" w:rsidP="00181DD2">
      <w:pPr>
        <w:pStyle w:val="BodyTextIndent"/>
        <w:ind w:left="0"/>
        <w:rPr>
          <w:sz w:val="30"/>
          <w:szCs w:val="30"/>
        </w:rPr>
      </w:pPr>
    </w:p>
    <w:p w:rsidR="00686ED0" w:rsidRDefault="00686ED0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Заместитель председателя Следюковского</w:t>
      </w:r>
    </w:p>
    <w:p w:rsidR="00686ED0" w:rsidRDefault="00686ED0" w:rsidP="00181DD2">
      <w:pPr>
        <w:spacing w:line="280" w:lineRule="exact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сельского Совета депутатов                                             </w:t>
      </w:r>
      <w:r>
        <w:rPr>
          <w:sz w:val="30"/>
          <w:szCs w:val="30"/>
          <w:lang w:val="be-BY"/>
        </w:rPr>
        <w:t>И.В.Яцевич</w:t>
      </w:r>
    </w:p>
    <w:p w:rsidR="00686ED0" w:rsidRDefault="00686ED0" w:rsidP="00181DD2">
      <w:pPr>
        <w:spacing w:line="280" w:lineRule="exact"/>
        <w:rPr>
          <w:sz w:val="30"/>
          <w:szCs w:val="30"/>
          <w:lang w:val="be-BY"/>
        </w:rPr>
      </w:pPr>
    </w:p>
    <w:p w:rsidR="00686ED0" w:rsidRDefault="00686ED0" w:rsidP="00181DD2">
      <w:pPr>
        <w:rPr>
          <w:sz w:val="30"/>
          <w:szCs w:val="30"/>
          <w:lang w:val="be-BY"/>
        </w:rPr>
      </w:pPr>
    </w:p>
    <w:p w:rsidR="00686ED0" w:rsidRDefault="00686ED0" w:rsidP="00181DD2">
      <w:pPr>
        <w:rPr>
          <w:sz w:val="30"/>
          <w:szCs w:val="30"/>
          <w:lang w:val="be-BY"/>
        </w:rPr>
      </w:pPr>
    </w:p>
    <w:p w:rsidR="00686ED0" w:rsidRDefault="00686ED0" w:rsidP="00181DD2">
      <w:pPr>
        <w:rPr>
          <w:sz w:val="30"/>
          <w:szCs w:val="30"/>
          <w:lang w:val="be-BY"/>
        </w:rPr>
      </w:pPr>
    </w:p>
    <w:p w:rsidR="00686ED0" w:rsidRDefault="00686ED0" w:rsidP="00181DD2">
      <w:pPr>
        <w:rPr>
          <w:sz w:val="30"/>
          <w:szCs w:val="30"/>
          <w:lang w:val="be-BY"/>
        </w:rPr>
      </w:pPr>
    </w:p>
    <w:p w:rsidR="00686ED0" w:rsidRPr="00181DD2" w:rsidRDefault="00686ED0">
      <w:pPr>
        <w:rPr>
          <w:sz w:val="30"/>
          <w:szCs w:val="30"/>
        </w:rPr>
      </w:pPr>
    </w:p>
    <w:sectPr w:rsidR="00686ED0" w:rsidRPr="00181DD2" w:rsidSect="007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DD2"/>
    <w:rsid w:val="00181DD2"/>
    <w:rsid w:val="001F069A"/>
    <w:rsid w:val="00344DD9"/>
    <w:rsid w:val="003F50CE"/>
    <w:rsid w:val="00504516"/>
    <w:rsid w:val="00516630"/>
    <w:rsid w:val="00686ED0"/>
    <w:rsid w:val="00734F2C"/>
    <w:rsid w:val="00767B94"/>
    <w:rsid w:val="0086574C"/>
    <w:rsid w:val="009C0381"/>
    <w:rsid w:val="00A619D2"/>
    <w:rsid w:val="00A86745"/>
    <w:rsid w:val="00C729B2"/>
    <w:rsid w:val="00CB6933"/>
    <w:rsid w:val="00E1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D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81D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1D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Normal"/>
    <w:uiPriority w:val="99"/>
    <w:rsid w:val="00181DD2"/>
    <w:pPr>
      <w:ind w:firstLine="567"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5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150</Words>
  <Characters>855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Главбух</cp:lastModifiedBy>
  <cp:revision>5</cp:revision>
  <dcterms:created xsi:type="dcterms:W3CDTF">2017-05-29T14:19:00Z</dcterms:created>
  <dcterms:modified xsi:type="dcterms:W3CDTF">2018-05-28T09:36:00Z</dcterms:modified>
</cp:coreProperties>
</file>